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4E6" w:rsidRDefault="005124E6">
      <w:pPr>
        <w:pStyle w:val="Heading1"/>
        <w:jc w:val="right"/>
      </w:pPr>
    </w:p>
    <w:p w:rsidR="005124E6" w:rsidRDefault="005124E6">
      <w:pPr>
        <w:pStyle w:val="Heading1"/>
        <w:jc w:val="right"/>
      </w:pPr>
    </w:p>
    <w:p w:rsidR="005124E6" w:rsidRDefault="005124E6"/>
    <w:p w:rsidR="005124E6" w:rsidRDefault="00D4306E">
      <w:pPr>
        <w:jc w:val="right"/>
        <w:rPr>
          <w:rFonts w:ascii="Trebuchet MS" w:hAnsi="Trebuchet MS"/>
          <w:b/>
          <w:sz w:val="32"/>
          <w:szCs w:val="32"/>
        </w:rPr>
      </w:pPr>
      <w:bookmarkStart w:id="0" w:name="_Toc334784339"/>
      <w:bookmarkStart w:id="1" w:name="_Toc334784556"/>
      <w:bookmarkStart w:id="2" w:name="_Toc334785036"/>
      <w:r>
        <w:rPr>
          <w:rFonts w:ascii="Trebuchet MS" w:hAnsi="Trebuchet MS"/>
          <w:b/>
          <w:sz w:val="32"/>
          <w:szCs w:val="32"/>
        </w:rPr>
        <w:t xml:space="preserve">CGIAR Research Program on </w:t>
      </w:r>
      <w:r>
        <w:rPr>
          <w:rFonts w:ascii="Trebuchet MS" w:hAnsi="Trebuchet MS"/>
          <w:b/>
          <w:sz w:val="32"/>
          <w:szCs w:val="32"/>
        </w:rPr>
        <w:br/>
        <w:t>Climate Change, Agriculture and Food Security (CCAFS)</w:t>
      </w:r>
      <w:bookmarkEnd w:id="0"/>
      <w:bookmarkEnd w:id="1"/>
      <w:bookmarkEnd w:id="2"/>
    </w:p>
    <w:p w:rsidR="005124E6" w:rsidRDefault="005124E6">
      <w:pPr>
        <w:jc w:val="right"/>
        <w:rPr>
          <w:rFonts w:ascii="Trebuchet MS" w:hAnsi="Trebuchet MS"/>
          <w:b/>
          <w:sz w:val="32"/>
          <w:szCs w:val="32"/>
        </w:rPr>
      </w:pPr>
    </w:p>
    <w:p w:rsidR="005124E6" w:rsidRDefault="005124E6">
      <w:pPr>
        <w:pStyle w:val="BodyText"/>
      </w:pPr>
    </w:p>
    <w:p w:rsidR="005124E6" w:rsidRDefault="005124E6">
      <w:pPr>
        <w:pStyle w:val="BodyText"/>
      </w:pPr>
    </w:p>
    <w:p w:rsidR="005124E6" w:rsidRDefault="00D4306E">
      <w:pPr>
        <w:jc w:val="right"/>
        <w:rPr>
          <w:sz w:val="28"/>
          <w:szCs w:val="28"/>
        </w:rPr>
      </w:pPr>
      <w:r>
        <w:rPr>
          <w:rFonts w:ascii="Calibri" w:eastAsia="Times New Roman" w:hAnsi="Calibri" w:cs="Times New Roman"/>
          <w:b/>
          <w:color w:val="17365D"/>
          <w:spacing w:val="5"/>
          <w:sz w:val="48"/>
          <w:szCs w:val="48"/>
        </w:rPr>
        <w:t>Organisational Baseline Study:</w:t>
      </w:r>
      <w:r>
        <w:rPr>
          <w:rFonts w:ascii="Calibri" w:eastAsia="Times New Roman" w:hAnsi="Calibri" w:cs="Times New Roman"/>
          <w:b/>
          <w:color w:val="17365D"/>
          <w:spacing w:val="5"/>
          <w:sz w:val="48"/>
          <w:szCs w:val="48"/>
        </w:rPr>
        <w:br/>
        <w:t>Overview Report for</w:t>
      </w:r>
      <w:r w:rsidR="00011087">
        <w:rPr>
          <w:rFonts w:ascii="Calibri" w:eastAsia="Times New Roman" w:hAnsi="Calibri" w:cs="Times New Roman"/>
          <w:b/>
          <w:color w:val="17365D"/>
          <w:spacing w:val="5"/>
          <w:sz w:val="48"/>
          <w:szCs w:val="48"/>
        </w:rPr>
        <w:t xml:space="preserve"> Haryana - Karnal, India </w:t>
      </w:r>
    </w:p>
    <w:p w:rsidR="005124E6" w:rsidRDefault="00D4306E">
      <w:pPr>
        <w:rPr>
          <w:rFonts w:ascii="Arial" w:hAnsi="Arial"/>
          <w:b/>
          <w:bCs/>
          <w:sz w:val="40"/>
          <w:szCs w:val="40"/>
        </w:rPr>
      </w:pPr>
      <w:r>
        <w:rPr>
          <w:sz w:val="28"/>
          <w:szCs w:val="28"/>
        </w:rPr>
        <w:br/>
      </w:r>
    </w:p>
    <w:p w:rsidR="005124E6" w:rsidRDefault="005124E6">
      <w:pPr>
        <w:rPr>
          <w:rFonts w:ascii="Arial" w:hAnsi="Arial"/>
          <w:b/>
          <w:bCs/>
          <w:sz w:val="40"/>
          <w:szCs w:val="40"/>
        </w:rPr>
      </w:pPr>
    </w:p>
    <w:p w:rsidR="005124E6" w:rsidRDefault="0046023A">
      <w:pPr>
        <w:jc w:val="right"/>
        <w:rPr>
          <w:rFonts w:ascii="Arial" w:hAnsi="Arial"/>
          <w:b/>
          <w:bCs/>
          <w:sz w:val="40"/>
          <w:szCs w:val="40"/>
        </w:rPr>
      </w:pPr>
      <w:r>
        <w:rPr>
          <w:rFonts w:ascii="Arial" w:hAnsi="Arial"/>
          <w:b/>
          <w:bCs/>
          <w:sz w:val="40"/>
          <w:szCs w:val="40"/>
        </w:rPr>
        <w:t>November</w:t>
      </w:r>
      <w:r w:rsidR="00F837FC">
        <w:rPr>
          <w:rFonts w:ascii="Arial" w:hAnsi="Arial"/>
          <w:b/>
          <w:bCs/>
          <w:sz w:val="40"/>
          <w:szCs w:val="40"/>
        </w:rPr>
        <w:t xml:space="preserve"> </w:t>
      </w:r>
      <w:r w:rsidR="00D4306E">
        <w:rPr>
          <w:rFonts w:ascii="Arial" w:hAnsi="Arial"/>
          <w:b/>
          <w:bCs/>
          <w:sz w:val="40"/>
          <w:szCs w:val="40"/>
        </w:rPr>
        <w:t>2013</w:t>
      </w:r>
    </w:p>
    <w:p w:rsidR="005124E6" w:rsidRDefault="005124E6">
      <w:pPr>
        <w:jc w:val="right"/>
        <w:rPr>
          <w:rFonts w:ascii="Arial" w:hAnsi="Arial"/>
          <w:b/>
          <w:bCs/>
          <w:sz w:val="40"/>
          <w:szCs w:val="40"/>
        </w:rPr>
      </w:pPr>
    </w:p>
    <w:p w:rsidR="00F837FC" w:rsidRDefault="00F837FC" w:rsidP="00F837FC">
      <w:pPr>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Written by: Rachel Stern</w:t>
      </w:r>
    </w:p>
    <w:p w:rsidR="00F837FC" w:rsidRDefault="00F837FC" w:rsidP="00F837FC">
      <w:pPr>
        <w:jc w:val="right"/>
        <w:rPr>
          <w:rFonts w:ascii="Arial" w:eastAsia="Times New Roman" w:hAnsi="Arial" w:cs="Arial"/>
          <w:b/>
          <w:sz w:val="28"/>
          <w:szCs w:val="28"/>
          <w:lang w:eastAsia="ar-SA" w:bidi="ar-SA"/>
        </w:rPr>
      </w:pPr>
    </w:p>
    <w:p w:rsidR="00F837FC" w:rsidRDefault="00F837FC" w:rsidP="00F837FC">
      <w:pPr>
        <w:jc w:val="right"/>
        <w:rPr>
          <w:rFonts w:ascii="Arial" w:eastAsia="Times New Roman" w:hAnsi="Arial" w:cs="Arial"/>
          <w:b/>
          <w:sz w:val="28"/>
          <w:szCs w:val="28"/>
          <w:lang w:eastAsia="ar-SA" w:bidi="ar-SA"/>
        </w:rPr>
      </w:pPr>
    </w:p>
    <w:p w:rsidR="00F837FC" w:rsidRDefault="00F837FC" w:rsidP="00F837FC">
      <w:pPr>
        <w:jc w:val="right"/>
      </w:pPr>
    </w:p>
    <w:p w:rsidR="005124E6" w:rsidRDefault="005124E6">
      <w:pPr>
        <w:jc w:val="right"/>
        <w:rPr>
          <w:rFonts w:ascii="Arial" w:hAnsi="Arial" w:cs="Arial"/>
          <w:b/>
          <w:bCs/>
          <w:sz w:val="28"/>
          <w:szCs w:val="28"/>
        </w:rPr>
      </w:pPr>
    </w:p>
    <w:p w:rsidR="005124E6" w:rsidRDefault="00D4306E">
      <w:pPr>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Interviews and original report by:</w:t>
      </w:r>
      <w:r w:rsidR="0046023A">
        <w:rPr>
          <w:rFonts w:ascii="Arial" w:eastAsia="Times New Roman" w:hAnsi="Arial" w:cs="Arial"/>
          <w:b/>
          <w:sz w:val="28"/>
          <w:szCs w:val="28"/>
          <w:lang w:eastAsia="ar-SA" w:bidi="ar-SA"/>
        </w:rPr>
        <w:t xml:space="preserve"> Dr. </w:t>
      </w:r>
      <w:r w:rsidR="00011087">
        <w:rPr>
          <w:rFonts w:ascii="Arial" w:eastAsia="Times New Roman" w:hAnsi="Arial" w:cs="Arial"/>
          <w:b/>
          <w:sz w:val="28"/>
          <w:szCs w:val="28"/>
          <w:lang w:eastAsia="ar-SA" w:bidi="ar-SA"/>
        </w:rPr>
        <w:t>RKP Singh</w:t>
      </w:r>
      <w:r w:rsidR="0046023A">
        <w:rPr>
          <w:rFonts w:ascii="Arial" w:eastAsia="Times New Roman" w:hAnsi="Arial" w:cs="Arial"/>
          <w:b/>
          <w:sz w:val="28"/>
          <w:szCs w:val="28"/>
          <w:lang w:eastAsia="ar-SA" w:bidi="ar-SA"/>
        </w:rPr>
        <w:t>, Bulbul Nagrale and Pushpa</w:t>
      </w:r>
    </w:p>
    <w:p w:rsidR="005124E6" w:rsidRDefault="005124E6">
      <w:pPr>
        <w:jc w:val="right"/>
        <w:rPr>
          <w:rFonts w:ascii="Arial" w:eastAsia="Times New Roman" w:hAnsi="Arial" w:cs="Arial"/>
          <w:b/>
          <w:sz w:val="28"/>
          <w:szCs w:val="28"/>
          <w:lang w:eastAsia="ar-SA" w:bidi="ar-SA"/>
        </w:rPr>
      </w:pPr>
    </w:p>
    <w:p w:rsidR="005124E6" w:rsidRDefault="005124E6">
      <w:pPr>
        <w:jc w:val="right"/>
        <w:rPr>
          <w:rFonts w:ascii="Arial" w:eastAsia="Times New Roman" w:hAnsi="Arial" w:cs="Arial"/>
          <w:b/>
          <w:sz w:val="28"/>
          <w:szCs w:val="28"/>
          <w:lang w:eastAsia="ar-SA" w:bidi="ar-SA"/>
        </w:rPr>
      </w:pPr>
    </w:p>
    <w:p w:rsidR="005124E6" w:rsidRDefault="005124E6">
      <w:pPr>
        <w:jc w:val="right"/>
      </w:pPr>
    </w:p>
    <w:p w:rsidR="005124E6" w:rsidRDefault="005124E6"/>
    <w:p w:rsidR="005124E6" w:rsidRDefault="005124E6"/>
    <w:p w:rsidR="005124E6" w:rsidRDefault="005124E6"/>
    <w:p w:rsidR="005124E6" w:rsidRDefault="005124E6"/>
    <w:p w:rsidR="005124E6" w:rsidRDefault="00D4306E">
      <w:pPr>
        <w:pStyle w:val="Heading1"/>
        <w:ind w:left="720" w:hanging="360"/>
      </w:pPr>
      <w:r>
        <w:t xml:space="preserve">INTRODUCTION </w:t>
      </w:r>
    </w:p>
    <w:p w:rsidR="00A6639D" w:rsidRDefault="00D4306E">
      <w:pPr>
        <w:rPr>
          <w:szCs w:val="22"/>
        </w:rPr>
      </w:pPr>
      <w:r>
        <w:t xml:space="preserve">This is a report of the Organisational Baseline Survey </w:t>
      </w:r>
      <w:r w:rsidR="00011087">
        <w:t xml:space="preserve">(OBS) </w:t>
      </w:r>
      <w:r>
        <w:t xml:space="preserve">carried out in </w:t>
      </w:r>
      <w:r w:rsidR="0046023A">
        <w:t>June of 2013</w:t>
      </w:r>
      <w:r>
        <w:t>. The interviews were conducted at</w:t>
      </w:r>
      <w:r w:rsidR="00E47B34">
        <w:t xml:space="preserve"> </w:t>
      </w:r>
      <w:r w:rsidR="00011087">
        <w:t>10</w:t>
      </w:r>
      <w:r>
        <w:t xml:space="preserve"> organisations that were working or collaborating with</w:t>
      </w:r>
      <w:r w:rsidR="00011087">
        <w:t xml:space="preserve"> farmers and/or the community in Haryana, which is in the Karnal district of India</w:t>
      </w:r>
      <w:r>
        <w:t xml:space="preserve">. </w:t>
      </w:r>
      <w:r w:rsidR="00011087">
        <w:t xml:space="preserve">The Haryana research site </w:t>
      </w:r>
      <w:r w:rsidR="00011087">
        <w:rPr>
          <w:szCs w:val="22"/>
        </w:rPr>
        <w:t xml:space="preserve">lies in one of the most economically developed regions in South Asia and its agricultural industry has experienced sustained growth since </w:t>
      </w:r>
      <w:r w:rsidR="00770C72">
        <w:rPr>
          <w:szCs w:val="22"/>
        </w:rPr>
        <w:t xml:space="preserve">the </w:t>
      </w:r>
      <w:r w:rsidR="00011087">
        <w:rPr>
          <w:szCs w:val="22"/>
        </w:rPr>
        <w:t>1970s. The agro-climate of the state of Karnal is characterized by hot semiarid weather with dry summers and cool winters. Key climatic issues in the region are erratic rainfall and considerable inter dry spell</w:t>
      </w:r>
      <w:r w:rsidR="009A5583">
        <w:rPr>
          <w:szCs w:val="22"/>
        </w:rPr>
        <w:t>s</w:t>
      </w:r>
      <w:r w:rsidR="00011087">
        <w:rPr>
          <w:szCs w:val="22"/>
        </w:rPr>
        <w:t xml:space="preserve"> during crop growing season, over-exploitation of groundwater resulting in the lowering of groundwater table, imperfect draining in some places, declining soil fertility owing to over exploitation of the resources and problem</w:t>
      </w:r>
      <w:r w:rsidR="009A5583">
        <w:rPr>
          <w:szCs w:val="22"/>
        </w:rPr>
        <w:t>s</w:t>
      </w:r>
      <w:r w:rsidR="00011087">
        <w:rPr>
          <w:szCs w:val="22"/>
        </w:rPr>
        <w:t xml:space="preserve"> of salinity. </w:t>
      </w:r>
    </w:p>
    <w:p w:rsidR="00A6639D" w:rsidRDefault="00A6639D">
      <w:r>
        <w:rPr>
          <w:lang w:val="en-IN"/>
        </w:rPr>
        <w:t>The</w:t>
      </w:r>
      <w:r w:rsidRPr="00A6639D">
        <w:rPr>
          <w:lang w:val="en-IN"/>
        </w:rPr>
        <w:t xml:space="preserve"> </w:t>
      </w:r>
      <w:r w:rsidR="00770C72">
        <w:rPr>
          <w:lang w:val="en-IN"/>
        </w:rPr>
        <w:t xml:space="preserve">Household </w:t>
      </w:r>
      <w:r w:rsidRPr="00A6639D">
        <w:rPr>
          <w:lang w:val="en-IN"/>
        </w:rPr>
        <w:t xml:space="preserve">Baseline Survey and Village Study </w:t>
      </w:r>
      <w:r>
        <w:rPr>
          <w:lang w:val="en-IN"/>
        </w:rPr>
        <w:t xml:space="preserve">established that </w:t>
      </w:r>
      <w:r w:rsidRPr="00A6639D">
        <w:rPr>
          <w:lang w:val="en-IN"/>
        </w:rPr>
        <w:t xml:space="preserve">crop production is the main occupation </w:t>
      </w:r>
      <w:r>
        <w:rPr>
          <w:lang w:val="en-IN"/>
        </w:rPr>
        <w:t>in the area</w:t>
      </w:r>
      <w:r w:rsidR="009A5583">
        <w:rPr>
          <w:lang w:val="en-IN"/>
        </w:rPr>
        <w:t>,</w:t>
      </w:r>
      <w:r>
        <w:rPr>
          <w:lang w:val="en-IN"/>
        </w:rPr>
        <w:t xml:space="preserve"> with </w:t>
      </w:r>
      <w:r w:rsidRPr="00A6639D">
        <w:rPr>
          <w:lang w:val="en-IN"/>
        </w:rPr>
        <w:t>96% of households</w:t>
      </w:r>
      <w:r>
        <w:rPr>
          <w:lang w:val="en-IN"/>
        </w:rPr>
        <w:t xml:space="preserve"> engaging in it, while </w:t>
      </w:r>
      <w:r w:rsidRPr="00A6639D">
        <w:rPr>
          <w:lang w:val="en-IN"/>
        </w:rPr>
        <w:t xml:space="preserve">71% </w:t>
      </w:r>
      <w:r>
        <w:rPr>
          <w:lang w:val="en-IN"/>
        </w:rPr>
        <w:t xml:space="preserve">of </w:t>
      </w:r>
      <w:r w:rsidRPr="00A6639D">
        <w:rPr>
          <w:lang w:val="en-IN"/>
        </w:rPr>
        <w:t xml:space="preserve">households </w:t>
      </w:r>
      <w:r>
        <w:rPr>
          <w:lang w:val="en-IN"/>
        </w:rPr>
        <w:t>engage</w:t>
      </w:r>
      <w:r w:rsidRPr="00A6639D">
        <w:rPr>
          <w:lang w:val="en-IN"/>
        </w:rPr>
        <w:t xml:space="preserve"> in both crop and livestock production</w:t>
      </w:r>
      <w:r>
        <w:rPr>
          <w:lang w:val="en-IN"/>
        </w:rPr>
        <w:t>.</w:t>
      </w:r>
      <w:r w:rsidR="00D4306E">
        <w:t xml:space="preserve"> </w:t>
      </w:r>
    </w:p>
    <w:p w:rsidR="005124E6" w:rsidRDefault="00D4306E">
      <w:r>
        <w:t xml:space="preserve">CCAFS' organisational-level baseline studies supplement the quantitative household baseline surveys and the qualitative village baseline studies at the same locations. </w:t>
      </w:r>
    </w:p>
    <w:p w:rsidR="005124E6" w:rsidRDefault="00D4306E">
      <w:r>
        <w:t xml:space="preserve">The objectives of the organisational baseline study are to: </w:t>
      </w:r>
    </w:p>
    <w:p w:rsidR="005124E6" w:rsidRDefault="00D4306E">
      <w:pPr>
        <w:numPr>
          <w:ilvl w:val="0"/>
          <w:numId w:val="2"/>
        </w:numPr>
      </w:pPr>
      <w:r>
        <w:t xml:space="preserve">Provide indicators to allow us to monitor changes in behaviours and practices of locally relevant organisations over time </w:t>
      </w:r>
    </w:p>
    <w:p w:rsidR="005124E6" w:rsidRDefault="00D4306E">
      <w:pPr>
        <w:numPr>
          <w:ilvl w:val="0"/>
          <w:numId w:val="2"/>
        </w:numPr>
      </w:pPr>
      <w:r>
        <w:t xml:space="preserve">Understand the provision of information/services at the local level that informs farmers’ decision making about their livelihood strategies in response to climate change </w:t>
      </w:r>
    </w:p>
    <w:p w:rsidR="005124E6" w:rsidRDefault="00D4306E">
      <w:pPr>
        <w:pStyle w:val="Heading1"/>
        <w:ind w:left="720" w:hanging="360"/>
      </w:pPr>
      <w:r>
        <w:t xml:space="preserve">ORGANISATIONS INTERVIEWED </w:t>
      </w:r>
    </w:p>
    <w:p w:rsidR="00347FEF" w:rsidRDefault="00347FEF" w:rsidP="00347FEF">
      <w:r>
        <w:t xml:space="preserve">Prior to this organisational study, CCAFS conducted a participatory village study within the </w:t>
      </w:r>
      <w:r w:rsidR="0098412E">
        <w:t>Karnal</w:t>
      </w:r>
      <w:r>
        <w:t xml:space="preserve">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w:t>
      </w:r>
      <w:r w:rsidR="009A5583">
        <w:t>e</w:t>
      </w:r>
      <w:r>
        <w:t xml:space="preserve"> list of organisations and provided it to the </w:t>
      </w:r>
      <w:r w:rsidR="004C2472">
        <w:t>interviewers</w:t>
      </w:r>
      <w:r>
        <w:t xml:space="preserve"> conducting the </w:t>
      </w:r>
      <w:r w:rsidR="00D51CCC" w:rsidRPr="00D51CCC">
        <w:t>Organisational Baseline Survey</w:t>
      </w:r>
      <w:r>
        <w:t xml:space="preserve">. The </w:t>
      </w:r>
      <w:r w:rsidR="004C2472">
        <w:t>interviewers were</w:t>
      </w:r>
      <w:r>
        <w:t xml:space="preserve"> given leeway to eliminate an organisation </w:t>
      </w:r>
      <w:r w:rsidR="00E728E1">
        <w:t>they</w:t>
      </w:r>
      <w:r>
        <w:t xml:space="preserve"> believed was not relevant and to add any organisations that may have been left out of the village study discussions.</w:t>
      </w:r>
    </w:p>
    <w:p w:rsidR="00347FEF" w:rsidRDefault="00347FEF"/>
    <w:p w:rsidR="00E47B34" w:rsidRDefault="00E47B34" w:rsidP="00E47B34">
      <w:pPr>
        <w:rPr>
          <w:b/>
        </w:rPr>
      </w:pPr>
      <w:r>
        <w:t xml:space="preserve">The village survey generated a list of </w:t>
      </w:r>
      <w:r w:rsidR="00AD1DC5">
        <w:t>8</w:t>
      </w:r>
      <w:r>
        <w:t xml:space="preserve"> organisations for this site</w:t>
      </w:r>
      <w:r w:rsidRPr="00466C90">
        <w:t xml:space="preserve">. </w:t>
      </w:r>
      <w:r w:rsidR="00AD1DC5" w:rsidRPr="00466C90">
        <w:t>Five</w:t>
      </w:r>
      <w:r w:rsidRPr="00466C90">
        <w:t xml:space="preserve"> were selected for interview after their relevance to the Organisation Baseline Study was established. </w:t>
      </w:r>
      <w:r w:rsidR="00AD1DC5" w:rsidRPr="00466C90">
        <w:t>Five</w:t>
      </w:r>
      <w:r w:rsidRPr="00466C90">
        <w:t xml:space="preserve"> additional organisations were selected for interview based on the </w:t>
      </w:r>
      <w:r w:rsidR="004C2472">
        <w:t>interviewers</w:t>
      </w:r>
      <w:r w:rsidR="004C2472" w:rsidRPr="00466C90">
        <w:t>'</w:t>
      </w:r>
      <w:r w:rsidRPr="00466C90">
        <w:t xml:space="preserve"> assessment.</w:t>
      </w:r>
      <w:r>
        <w:t xml:space="preserve"> </w:t>
      </w:r>
    </w:p>
    <w:p w:rsidR="00E47B34" w:rsidRDefault="00E47B34" w:rsidP="00E47B34">
      <w:pPr>
        <w:pStyle w:val="WW-Default"/>
        <w:rPr>
          <w:b/>
        </w:rPr>
      </w:pPr>
    </w:p>
    <w:p w:rsidR="00E47B34" w:rsidRDefault="00E47B34" w:rsidP="00E47B34">
      <w:r>
        <w:t>Tabulated below is the list of organisations interviewed, omitted and added</w:t>
      </w:r>
      <w:r w:rsidR="009A5583">
        <w:t>,</w:t>
      </w:r>
      <w:r>
        <w:t xml:space="preserve"> with a brief description of </w:t>
      </w:r>
      <w:r>
        <w:lastRenderedPageBreak/>
        <w:t>their activities</w:t>
      </w:r>
      <w:r w:rsidR="00AD1DC5">
        <w:t>, as well as reasons for their inclusion or exclusion</w:t>
      </w:r>
      <w:r>
        <w:t>.</w:t>
      </w:r>
    </w:p>
    <w:p w:rsidR="005124E6" w:rsidRDefault="00D4306E">
      <w:r>
        <w:t xml:space="preserve"> </w:t>
      </w:r>
    </w:p>
    <w:tbl>
      <w:tblPr>
        <w:tblW w:w="10238" w:type="dxa"/>
        <w:tblInd w:w="108" w:type="dxa"/>
        <w:tblLayout w:type="fixed"/>
        <w:tblLook w:val="0000"/>
      </w:tblPr>
      <w:tblGrid>
        <w:gridCol w:w="2508"/>
        <w:gridCol w:w="7730"/>
      </w:tblGrid>
      <w:tr w:rsidR="005124E6"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Default="00D4306E">
            <w:pPr>
              <w:pStyle w:val="Heading2"/>
            </w:pPr>
            <w:r>
              <w:t>Organisation</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5124E6" w:rsidRDefault="00D4306E">
            <w:pPr>
              <w:pStyle w:val="Heading2"/>
            </w:pPr>
            <w:r>
              <w:t>Main areas of activity</w:t>
            </w:r>
          </w:p>
        </w:tc>
      </w:tr>
      <w:tr w:rsidR="0040530D"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40530D" w:rsidRDefault="0040530D" w:rsidP="006165E7">
            <w:r>
              <w:t>A (Aganwadi)</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40530D" w:rsidRPr="007F7ECE" w:rsidRDefault="0040530D" w:rsidP="006165E7">
            <w:r>
              <w:rPr>
                <w:lang w:val="en-IN"/>
              </w:rPr>
              <w:t xml:space="preserve">is a </w:t>
            </w:r>
            <w:r w:rsidRPr="009A0492">
              <w:rPr>
                <w:lang w:val="en-IN"/>
              </w:rPr>
              <w:t xml:space="preserve">village level organization of </w:t>
            </w:r>
            <w:r>
              <w:rPr>
                <w:lang w:val="en-IN"/>
              </w:rPr>
              <w:t xml:space="preserve">the </w:t>
            </w:r>
            <w:r w:rsidRPr="009A0492">
              <w:rPr>
                <w:lang w:val="en-IN"/>
              </w:rPr>
              <w:t>Department of Welfare and Health</w:t>
            </w:r>
            <w:r>
              <w:rPr>
                <w:lang w:val="en-IN"/>
              </w:rPr>
              <w:t>,</w:t>
            </w:r>
            <w:r w:rsidRPr="009A0492">
              <w:rPr>
                <w:lang w:val="en-IN"/>
              </w:rPr>
              <w:t xml:space="preserve"> which </w:t>
            </w:r>
            <w:r>
              <w:rPr>
                <w:lang w:val="en-IN"/>
              </w:rPr>
              <w:t xml:space="preserve">focuses on the </w:t>
            </w:r>
            <w:r w:rsidRPr="009A0492">
              <w:rPr>
                <w:lang w:val="en-IN"/>
              </w:rPr>
              <w:t>nutrition</w:t>
            </w:r>
            <w:r>
              <w:rPr>
                <w:lang w:val="en-IN"/>
              </w:rPr>
              <w:t>al</w:t>
            </w:r>
            <w:r w:rsidRPr="009A0492">
              <w:rPr>
                <w:lang w:val="en-IN"/>
              </w:rPr>
              <w:t xml:space="preserve"> and health </w:t>
            </w:r>
            <w:r>
              <w:rPr>
                <w:lang w:val="en-IN"/>
              </w:rPr>
              <w:t xml:space="preserve">needs of children and </w:t>
            </w:r>
            <w:r w:rsidRPr="009A0492">
              <w:rPr>
                <w:lang w:val="en-IN"/>
              </w:rPr>
              <w:t>young women</w:t>
            </w:r>
            <w:r>
              <w:rPr>
                <w:lang w:val="en-IN"/>
              </w:rPr>
              <w:t xml:space="preserve">, </w:t>
            </w:r>
            <w:r w:rsidRPr="009A0492">
              <w:rPr>
                <w:lang w:val="en-IN"/>
              </w:rPr>
              <w:t>particularly</w:t>
            </w:r>
            <w:r>
              <w:rPr>
                <w:lang w:val="en-IN"/>
              </w:rPr>
              <w:t xml:space="preserve"> pregnant women</w:t>
            </w:r>
            <w:r w:rsidRPr="009A0492">
              <w:rPr>
                <w:lang w:val="en-IN"/>
              </w:rPr>
              <w:t>.</w:t>
            </w:r>
          </w:p>
        </w:tc>
      </w:tr>
      <w:tr w:rsidR="005124E6"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40530D">
            <w:r>
              <w:t>DAH (</w:t>
            </w:r>
            <w:r w:rsidR="00AD1DC5">
              <w:t>De</w:t>
            </w:r>
            <w:r>
              <w:t>partment of Animal Husbandry</w:t>
            </w:r>
            <w:r w:rsidR="00AD1DC5">
              <w: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BF7FFB" w:rsidRDefault="009D2027" w:rsidP="00BF7FFB">
            <w:r>
              <w:t>p</w:t>
            </w:r>
            <w:r w:rsidR="00BF7FFB">
              <w:t xml:space="preserve">rovides immunization, veterinary and fertility services to dairy farmers. Promotes the production of green fodder, including the provision of seeds.  </w:t>
            </w:r>
          </w:p>
          <w:p w:rsidR="005124E6" w:rsidRPr="007F7ECE" w:rsidRDefault="00BF7FFB" w:rsidP="00BF7FFB">
            <w:r w:rsidRPr="00BF7FFB">
              <w:t>Two members of this organisation were interviewed, the D</w:t>
            </w:r>
            <w:r>
              <w:t>istrict</w:t>
            </w:r>
            <w:r w:rsidRPr="00BF7FFB">
              <w:t xml:space="preserve"> Officer and the Block Officer, due to the prevalence of </w:t>
            </w:r>
            <w:r>
              <w:t>dairy production</w:t>
            </w:r>
            <w:r w:rsidRPr="00BF7FFB">
              <w:t xml:space="preserve"> in the</w:t>
            </w:r>
            <w:r>
              <w:t xml:space="preserve"> area</w:t>
            </w:r>
            <w:r w:rsidRPr="00BF7FFB">
              <w:t>.</w:t>
            </w:r>
          </w:p>
        </w:tc>
      </w:tr>
      <w:tr w:rsidR="0040530D"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40530D" w:rsidRPr="007F7ECE" w:rsidRDefault="0040530D" w:rsidP="006165E7">
            <w:r>
              <w:t>DoA (Department of Agriculture)</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40530D" w:rsidRPr="007F7ECE" w:rsidRDefault="0040530D" w:rsidP="006165E7">
            <w:r>
              <w:t xml:space="preserve">provides quality agricultural inputs and information about crop production technology to farmers. Promotes and subsidises the production and use of green manure. Two members of this organisation were interviewed, the Development Officer and the Block Officer, due to the prevalence of agricultural activity in the area. </w:t>
            </w:r>
          </w:p>
        </w:tc>
      </w:tr>
      <w:tr w:rsidR="0040530D"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40530D" w:rsidRPr="007F7ECE" w:rsidRDefault="0040530D" w:rsidP="006165E7">
            <w:r>
              <w:t>PACS (Primary Agricultural Cooperative Credit Society)</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40530D" w:rsidRPr="007F7ECE" w:rsidRDefault="0040530D" w:rsidP="006165E7">
            <w:r>
              <w:rPr>
                <w:lang w:val="en-IN"/>
              </w:rPr>
              <w:t xml:space="preserve">is a </w:t>
            </w:r>
            <w:r w:rsidRPr="00BF7FFB">
              <w:rPr>
                <w:lang w:val="en-IN"/>
              </w:rPr>
              <w:t xml:space="preserve">cooperative organization of </w:t>
            </w:r>
            <w:r>
              <w:rPr>
                <w:lang w:val="en-IN"/>
              </w:rPr>
              <w:t xml:space="preserve">the </w:t>
            </w:r>
            <w:r w:rsidRPr="00BF7FFB">
              <w:rPr>
                <w:lang w:val="en-IN"/>
              </w:rPr>
              <w:t xml:space="preserve">farming community at </w:t>
            </w:r>
            <w:r>
              <w:rPr>
                <w:lang w:val="en-IN"/>
              </w:rPr>
              <w:t xml:space="preserve">a </w:t>
            </w:r>
            <w:r w:rsidRPr="00BF7FFB">
              <w:rPr>
                <w:lang w:val="en-IN"/>
              </w:rPr>
              <w:t>village level</w:t>
            </w:r>
            <w:r>
              <w:rPr>
                <w:lang w:val="en-IN"/>
              </w:rPr>
              <w:t>. It</w:t>
            </w:r>
            <w:r w:rsidRPr="00BF7FFB">
              <w:rPr>
                <w:lang w:val="en-IN"/>
              </w:rPr>
              <w:t xml:space="preserve"> provides credit, mobilizes small savings, sells agricultural inputs and </w:t>
            </w:r>
            <w:r>
              <w:rPr>
                <w:lang w:val="en-IN"/>
              </w:rPr>
              <w:t>buys</w:t>
            </w:r>
            <w:r w:rsidRPr="00BF7FFB">
              <w:rPr>
                <w:lang w:val="en-IN"/>
              </w:rPr>
              <w:t xml:space="preserve"> </w:t>
            </w:r>
            <w:r>
              <w:rPr>
                <w:lang w:val="en-IN"/>
              </w:rPr>
              <w:t>grain</w:t>
            </w:r>
            <w:r w:rsidRPr="00BF7FFB">
              <w:rPr>
                <w:lang w:val="en-IN"/>
              </w:rPr>
              <w:t xml:space="preserve"> </w:t>
            </w:r>
            <w:r>
              <w:rPr>
                <w:lang w:val="en-IN"/>
              </w:rPr>
              <w:t>at</w:t>
            </w:r>
            <w:r w:rsidRPr="00BF7FFB">
              <w:rPr>
                <w:lang w:val="en-IN"/>
              </w:rPr>
              <w:t xml:space="preserve"> procurement price from</w:t>
            </w:r>
            <w:r>
              <w:rPr>
                <w:lang w:val="en-IN"/>
              </w:rPr>
              <w:t xml:space="preserve"> farmers.</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Default="00E728E1" w:rsidP="006165E7">
            <w:r>
              <w:t>PI (Panchayati Institute)</w:t>
            </w:r>
          </w:p>
          <w:p w:rsidR="00E728E1" w:rsidRPr="007F7ECE" w:rsidRDefault="00E728E1" w:rsidP="006165E7">
            <w:r>
              <w:t>also referred to as Grampanchayat</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 xml:space="preserve">is managed by elected representatives of the village which appears to act as a hub for all-round development in the village, facilitating implementation and monitoring projects. </w:t>
            </w:r>
          </w:p>
        </w:tc>
      </w:tr>
      <w:tr w:rsidR="005124E6"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E47B34" w:rsidP="00E47B34">
            <w:pPr>
              <w:pStyle w:val="Heading2"/>
            </w:pPr>
            <w:r>
              <w:t>Added Organisations</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E47B34" w:rsidP="00E47B34">
            <w:pPr>
              <w:pStyle w:val="Heading2"/>
            </w:pPr>
            <w:r>
              <w:t>Activities and why they were included</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Default="00E728E1" w:rsidP="006165E7">
            <w:r>
              <w:t>APMC (Agriculture Produce Market Committee)</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 xml:space="preserve">is engaged in facilitating the marketing of agricultural produce and compensating workers for losses due to accidents during agricultural operations. </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Default="00E728E1" w:rsidP="006165E7">
            <w:r>
              <w:t>ATMA (Agricultural Technology Management Agency)</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rPr>
                <w:lang w:val="en-IN"/>
              </w:rPr>
              <w:t>was i</w:t>
            </w:r>
            <w:r w:rsidRPr="00CA6DF6">
              <w:rPr>
                <w:lang w:val="en-IN"/>
              </w:rPr>
              <w:t>ncluded because it is engaged in transfer of farm technology, and thus relevant to agriculture and food security.</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DoF (Department of Forestry)</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 xml:space="preserve">was included for its considerable work in tree plantation which is relevant to climate change mitigation. </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IFFCO (Indian Farmers Fertiliser Cooperative limited)</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rPr>
                <w:lang w:val="en-IN"/>
              </w:rPr>
              <w:t>was included for its contribution to agriculture and food security. IFFCO is a</w:t>
            </w:r>
            <w:r w:rsidRPr="00CA6DF6">
              <w:rPr>
                <w:lang w:val="en-IN"/>
              </w:rPr>
              <w:t xml:space="preserve"> cooperative organization</w:t>
            </w:r>
            <w:r>
              <w:rPr>
                <w:lang w:val="en-IN"/>
              </w:rPr>
              <w:t xml:space="preserve">, </w:t>
            </w:r>
            <w:r w:rsidRPr="00CA6DF6">
              <w:rPr>
                <w:lang w:val="en-IN"/>
              </w:rPr>
              <w:t>helping farmers by making quality fertilizers and seeds at reasonable price</w:t>
            </w:r>
            <w:r>
              <w:rPr>
                <w:lang w:val="en-IN"/>
              </w:rPr>
              <w:t>s</w:t>
            </w:r>
            <w:r w:rsidRPr="00CA6DF6">
              <w:rPr>
                <w:lang w:val="en-IN"/>
              </w:rPr>
              <w:t xml:space="preserve"> at </w:t>
            </w:r>
            <w:r>
              <w:rPr>
                <w:lang w:val="en-IN"/>
              </w:rPr>
              <w:t xml:space="preserve">the </w:t>
            </w:r>
            <w:r w:rsidRPr="00CA6DF6">
              <w:rPr>
                <w:lang w:val="en-IN"/>
              </w:rPr>
              <w:t>right time.</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KVK (Agriculture Science Centre)</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rPr>
                <w:lang w:val="en-IN"/>
              </w:rPr>
              <w:t xml:space="preserve">was included because it is </w:t>
            </w:r>
            <w:r w:rsidRPr="00CA6DF6">
              <w:rPr>
                <w:lang w:val="en-IN"/>
              </w:rPr>
              <w:t>engaged in transfer of farm technology</w:t>
            </w:r>
            <w:r>
              <w:rPr>
                <w:lang w:val="en-IN"/>
              </w:rPr>
              <w:t>, and thus relevant to agriculture and food security.</w:t>
            </w:r>
          </w:p>
        </w:tc>
      </w:tr>
      <w:tr w:rsidR="005124E6"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AD1DC5" w:rsidP="00AD1DC5">
            <w:pPr>
              <w:pStyle w:val="Heading2"/>
              <w:numPr>
                <w:ilvl w:val="0"/>
                <w:numId w:val="0"/>
              </w:numPr>
            </w:pPr>
            <w:r>
              <w:lastRenderedPageBreak/>
              <w:t xml:space="preserve">Eliminated </w:t>
            </w:r>
            <w:r w:rsidR="00E47B34">
              <w:t>Organisations</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5124E6" w:rsidRPr="007F7ECE" w:rsidRDefault="00E47B34" w:rsidP="00E47B34">
            <w:pPr>
              <w:pStyle w:val="Heading2"/>
            </w:pPr>
            <w:r>
              <w:t>Why they were not included</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Default="00E728E1" w:rsidP="006165E7">
            <w:pPr>
              <w:rPr>
                <w:bCs/>
              </w:rPr>
            </w:pPr>
            <w:r>
              <w:rPr>
                <w:bCs/>
              </w:rPr>
              <w:t>Central Bank</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 xml:space="preserve">was not included as it is a commercial bank and </w:t>
            </w:r>
            <w:r>
              <w:rPr>
                <w:lang w:val="en-IN"/>
              </w:rPr>
              <w:t>its</w:t>
            </w:r>
            <w:r w:rsidRPr="00B0680B">
              <w:rPr>
                <w:lang w:val="en-IN"/>
              </w:rPr>
              <w:t xml:space="preserve"> activities are not directly related to food security, agricultural development and weather/climate change.</w:t>
            </w:r>
          </w:p>
        </w:tc>
      </w:tr>
      <w:tr w:rsidR="00E728E1"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pPr>
              <w:rPr>
                <w:bCs/>
              </w:rPr>
            </w:pPr>
            <w:r>
              <w:rPr>
                <w:bCs/>
              </w:rPr>
              <w:t>Public Distribution System (PDS)</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E728E1" w:rsidRPr="007F7ECE" w:rsidRDefault="00E728E1" w:rsidP="006165E7">
            <w:r>
              <w:t>was omitted because it is not an organisation but rather a government licensed shop for the distribution of food grain and other essential commodities.</w:t>
            </w:r>
          </w:p>
        </w:tc>
      </w:tr>
      <w:tr w:rsidR="00AD1DC5" w:rsidTr="0040530D">
        <w:trPr>
          <w:cantSplit/>
        </w:trPr>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AD1DC5" w:rsidRDefault="00AD1DC5">
            <w:pPr>
              <w:rPr>
                <w:bCs/>
              </w:rPr>
            </w:pPr>
            <w:r>
              <w:rPr>
                <w:bCs/>
              </w:rPr>
              <w:t>Schools</w:t>
            </w:r>
          </w:p>
        </w:tc>
        <w:tc>
          <w:tcPr>
            <w:tcW w:w="7730" w:type="dxa"/>
            <w:tcBorders>
              <w:top w:val="single" w:sz="4" w:space="0" w:color="000000"/>
              <w:left w:val="single" w:sz="4" w:space="0" w:color="000000"/>
              <w:bottom w:val="single" w:sz="4" w:space="0" w:color="000000"/>
              <w:right w:val="single" w:sz="4" w:space="0" w:color="000000"/>
            </w:tcBorders>
            <w:shd w:val="clear" w:color="auto" w:fill="auto"/>
          </w:tcPr>
          <w:p w:rsidR="00AD1DC5" w:rsidRPr="007F7ECE" w:rsidRDefault="009D2027" w:rsidP="00B0680B">
            <w:r>
              <w:t>was e</w:t>
            </w:r>
            <w:r w:rsidR="00B0680B">
              <w:t xml:space="preserve">xcluded because </w:t>
            </w:r>
            <w:r w:rsidR="00B0680B" w:rsidRPr="00B0680B">
              <w:rPr>
                <w:lang w:val="en-IN"/>
              </w:rPr>
              <w:t>their activities are not directly related to food security, agricultural development and weather/climate change.</w:t>
            </w:r>
          </w:p>
        </w:tc>
      </w:tr>
    </w:tbl>
    <w:p w:rsidR="005124E6" w:rsidRDefault="005124E6"/>
    <w:p w:rsidR="005124E6" w:rsidRDefault="003F4B86">
      <w:pPr>
        <w:pStyle w:val="Heading2"/>
      </w:pPr>
      <w:r>
        <w:t>I</w:t>
      </w:r>
      <w:r w:rsidR="0046693F">
        <w:t>nconsistencies</w:t>
      </w:r>
      <w:r>
        <w:t xml:space="preserve"> and challenges</w:t>
      </w:r>
      <w:r w:rsidR="00D4306E" w:rsidRPr="00FE6391">
        <w:t>:</w:t>
      </w:r>
      <w:r w:rsidR="00E47B34" w:rsidRPr="00FE6391">
        <w:t xml:space="preserve"> </w:t>
      </w:r>
    </w:p>
    <w:p w:rsidR="006E4D14" w:rsidRDefault="00986A2A" w:rsidP="00EB1D3E">
      <w:r>
        <w:tab/>
      </w:r>
      <w:r w:rsidR="00EB1D3E">
        <w:t xml:space="preserve">The </w:t>
      </w:r>
      <w:r w:rsidR="004C2472">
        <w:t>interviewers</w:t>
      </w:r>
      <w:r w:rsidR="00EB1D3E">
        <w:t xml:space="preserve"> </w:t>
      </w:r>
      <w:r w:rsidR="00320409">
        <w:t xml:space="preserve">commented on certain </w:t>
      </w:r>
      <w:r w:rsidR="006E4D14">
        <w:t>organisations' inability</w:t>
      </w:r>
      <w:r w:rsidR="00320409">
        <w:t xml:space="preserve"> to deliver all the services they claim to provide. Inconsistencies between </w:t>
      </w:r>
      <w:r w:rsidR="006E4D14">
        <w:t xml:space="preserve">the activities mentioned during the interview and those being </w:t>
      </w:r>
      <w:r w:rsidR="00D212F3">
        <w:t>implemented</w:t>
      </w:r>
      <w:r w:rsidR="006E4D14">
        <w:t xml:space="preserve"> in the field </w:t>
      </w:r>
      <w:r w:rsidR="00320409">
        <w:t xml:space="preserve">are listed </w:t>
      </w:r>
      <w:r w:rsidR="004C2472">
        <w:t>below;</w:t>
      </w:r>
      <w:r w:rsidR="00320409">
        <w:t xml:space="preserve"> some were expressed by the organisations themselves while others are the opinion of the </w:t>
      </w:r>
      <w:r w:rsidR="004C2472">
        <w:t>interviewers</w:t>
      </w:r>
      <w:r w:rsidR="00320409">
        <w:t xml:space="preserve">. </w:t>
      </w:r>
      <w:r w:rsidR="006E4D14">
        <w:t xml:space="preserve">These have been included at this stage and will not be readdressed in the </w:t>
      </w:r>
      <w:r w:rsidR="00D212F3">
        <w:t>S</w:t>
      </w:r>
      <w:r w:rsidR="006E4D14">
        <w:t xml:space="preserve">ummary of </w:t>
      </w:r>
      <w:r w:rsidR="00D212F3">
        <w:t>A</w:t>
      </w:r>
      <w:r w:rsidR="006E4D14">
        <w:t xml:space="preserve">ctivities </w:t>
      </w:r>
      <w:r w:rsidR="00D212F3">
        <w:t>section as</w:t>
      </w:r>
      <w:r w:rsidR="006E4D14">
        <w:t xml:space="preserve"> some are opinion based and others are vague.</w:t>
      </w:r>
    </w:p>
    <w:p w:rsidR="00D212F3" w:rsidRDefault="00D212F3" w:rsidP="00EB1D3E"/>
    <w:p w:rsidR="00EB1D3E" w:rsidRDefault="00EB1D3E" w:rsidP="00EB1D3E">
      <w:r>
        <w:t xml:space="preserve">The DAH states that although they arrange fertility camps in villages, efforts do not meet the needs of dairy farmers. </w:t>
      </w:r>
    </w:p>
    <w:p w:rsidR="009A0492" w:rsidRDefault="009A0492" w:rsidP="00EB1D3E">
      <w:r w:rsidRPr="009A0492">
        <w:rPr>
          <w:lang w:val="en-IN"/>
        </w:rPr>
        <w:t xml:space="preserve">The </w:t>
      </w:r>
      <w:r>
        <w:rPr>
          <w:lang w:val="en-IN"/>
        </w:rPr>
        <w:t xml:space="preserve">person </w:t>
      </w:r>
      <w:r w:rsidRPr="009A0492">
        <w:rPr>
          <w:lang w:val="en-IN"/>
        </w:rPr>
        <w:t xml:space="preserve">in charge of Aganwadi </w:t>
      </w:r>
      <w:r>
        <w:rPr>
          <w:lang w:val="en-IN"/>
        </w:rPr>
        <w:t xml:space="preserve">is </w:t>
      </w:r>
      <w:r w:rsidR="0046693F">
        <w:rPr>
          <w:lang w:val="en-IN"/>
        </w:rPr>
        <w:t xml:space="preserve">lacking the necessary level of education for her post </w:t>
      </w:r>
      <w:r w:rsidRPr="009A0492">
        <w:rPr>
          <w:lang w:val="en-IN"/>
        </w:rPr>
        <w:t xml:space="preserve">and </w:t>
      </w:r>
      <w:r>
        <w:rPr>
          <w:lang w:val="en-IN"/>
        </w:rPr>
        <w:t xml:space="preserve">is having difficulty </w:t>
      </w:r>
      <w:r w:rsidRPr="009A0492">
        <w:rPr>
          <w:lang w:val="en-IN"/>
        </w:rPr>
        <w:t xml:space="preserve">managing </w:t>
      </w:r>
      <w:r>
        <w:rPr>
          <w:lang w:val="en-IN"/>
        </w:rPr>
        <w:t xml:space="preserve">the centre's </w:t>
      </w:r>
      <w:r w:rsidRPr="009A0492">
        <w:rPr>
          <w:lang w:val="en-IN"/>
        </w:rPr>
        <w:t>activities</w:t>
      </w:r>
      <w:r>
        <w:rPr>
          <w:lang w:val="en-IN"/>
        </w:rPr>
        <w:t>.</w:t>
      </w:r>
    </w:p>
    <w:p w:rsidR="009A0492" w:rsidRDefault="00EB1D3E" w:rsidP="00EB1D3E">
      <w:r>
        <w:t>KVK collects weather information</w:t>
      </w:r>
      <w:r w:rsidR="0042666A">
        <w:t>;</w:t>
      </w:r>
      <w:r>
        <w:t xml:space="preserve"> </w:t>
      </w:r>
      <w:r w:rsidR="0042666A">
        <w:t xml:space="preserve">however, </w:t>
      </w:r>
      <w:r>
        <w:t xml:space="preserve">there is no mechanism in place to make this information available to the farming community. </w:t>
      </w:r>
    </w:p>
    <w:p w:rsidR="00EB1D3E" w:rsidRDefault="009A0492" w:rsidP="00EB1D3E">
      <w:r>
        <w:t xml:space="preserve">KVK has established a soil testing laboratory; however, none of the families' in the baseline or village studies reported having their soil tested by them. </w:t>
      </w:r>
    </w:p>
    <w:p w:rsidR="009A0492" w:rsidRDefault="009A0492" w:rsidP="009A0492">
      <w:pPr>
        <w:rPr>
          <w:lang w:val="en-IN"/>
        </w:rPr>
      </w:pPr>
      <w:r w:rsidRPr="009A0492">
        <w:rPr>
          <w:lang w:val="en-IN"/>
        </w:rPr>
        <w:t xml:space="preserve">KVK, </w:t>
      </w:r>
      <w:r>
        <w:rPr>
          <w:lang w:val="en-IN"/>
        </w:rPr>
        <w:t>DoA</w:t>
      </w:r>
      <w:r w:rsidRPr="009A0492">
        <w:rPr>
          <w:lang w:val="en-IN"/>
        </w:rPr>
        <w:t xml:space="preserve">, IFFCO and </w:t>
      </w:r>
      <w:r>
        <w:rPr>
          <w:lang w:val="en-IN"/>
        </w:rPr>
        <w:t>PI reported</w:t>
      </w:r>
      <w:r w:rsidRPr="009A0492">
        <w:rPr>
          <w:lang w:val="en-IN"/>
        </w:rPr>
        <w:t xml:space="preserve"> that they are engaged in training of farmers</w:t>
      </w:r>
      <w:r>
        <w:rPr>
          <w:lang w:val="en-IN"/>
        </w:rPr>
        <w:t>,</w:t>
      </w:r>
      <w:r w:rsidRPr="009A0492">
        <w:rPr>
          <w:lang w:val="en-IN"/>
        </w:rPr>
        <w:t xml:space="preserve"> but very few farmers </w:t>
      </w:r>
      <w:r w:rsidR="0042666A">
        <w:rPr>
          <w:lang w:val="en-IN"/>
        </w:rPr>
        <w:t xml:space="preserve">mentioned receiving </w:t>
      </w:r>
      <w:r w:rsidRPr="009A0492">
        <w:rPr>
          <w:lang w:val="en-IN"/>
        </w:rPr>
        <w:t>training in our earlier interactions with them.</w:t>
      </w:r>
    </w:p>
    <w:p w:rsidR="004D5AC2" w:rsidRPr="004D5AC2" w:rsidRDefault="004D5AC2" w:rsidP="004D5AC2">
      <w:pPr>
        <w:rPr>
          <w:lang w:val="en-IN"/>
        </w:rPr>
      </w:pPr>
      <w:r>
        <w:t xml:space="preserve">DoA, </w:t>
      </w:r>
      <w:r w:rsidRPr="004D5AC2">
        <w:t xml:space="preserve">MANDI </w:t>
      </w:r>
      <w:r>
        <w:t>and</w:t>
      </w:r>
      <w:r w:rsidRPr="004D5AC2">
        <w:t xml:space="preserve"> ATMA </w:t>
      </w:r>
      <w:r>
        <w:t xml:space="preserve">all claim to provide weather information; however, according to the </w:t>
      </w:r>
      <w:r w:rsidR="004C2472">
        <w:t xml:space="preserve">interviewers, </w:t>
      </w:r>
      <w:r>
        <w:t>in the</w:t>
      </w:r>
      <w:r w:rsidRPr="004D5AC2">
        <w:t xml:space="preserve"> </w:t>
      </w:r>
      <w:r w:rsidR="008779F4">
        <w:t xml:space="preserve">Household </w:t>
      </w:r>
      <w:r w:rsidRPr="004D5AC2">
        <w:t>Base</w:t>
      </w:r>
      <w:r w:rsidR="008779F4">
        <w:t>l</w:t>
      </w:r>
      <w:r w:rsidRPr="004D5AC2">
        <w:t xml:space="preserve">ine Survey only 5% </w:t>
      </w:r>
      <w:r w:rsidR="006556EC">
        <w:t xml:space="preserve">of </w:t>
      </w:r>
      <w:r w:rsidRPr="004D5AC2">
        <w:t>households reported obtaining weather information from government officials.</w:t>
      </w:r>
    </w:p>
    <w:p w:rsidR="00D058A8" w:rsidRDefault="00986A2A" w:rsidP="009A0492">
      <w:pPr>
        <w:rPr>
          <w:lang w:val="en-IN"/>
        </w:rPr>
      </w:pPr>
      <w:r>
        <w:rPr>
          <w:lang w:val="en-IN"/>
        </w:rPr>
        <w:tab/>
      </w:r>
      <w:r w:rsidR="00D058A8">
        <w:rPr>
          <w:lang w:val="en-IN"/>
        </w:rPr>
        <w:t>Overall</w:t>
      </w:r>
      <w:r w:rsidR="008779F4">
        <w:rPr>
          <w:lang w:val="en-IN"/>
        </w:rPr>
        <w:t>,</w:t>
      </w:r>
      <w:r w:rsidR="00D058A8">
        <w:rPr>
          <w:lang w:val="en-IN"/>
        </w:rPr>
        <w:t xml:space="preserve"> respondents identified the following as being their main challenges in delivering services and information:</w:t>
      </w:r>
    </w:p>
    <w:p w:rsidR="00D058A8" w:rsidRPr="00D058A8" w:rsidRDefault="00D058A8" w:rsidP="00D058A8">
      <w:pPr>
        <w:numPr>
          <w:ilvl w:val="0"/>
          <w:numId w:val="5"/>
        </w:numPr>
        <w:rPr>
          <w:lang w:val="en-IN"/>
        </w:rPr>
      </w:pPr>
      <w:r w:rsidRPr="00D058A8">
        <w:rPr>
          <w:lang w:val="en-IN"/>
        </w:rPr>
        <w:t>Non cooperation of farming community</w:t>
      </w:r>
    </w:p>
    <w:p w:rsidR="00D058A8" w:rsidRPr="00D058A8" w:rsidRDefault="0042666A" w:rsidP="00D058A8">
      <w:pPr>
        <w:numPr>
          <w:ilvl w:val="0"/>
          <w:numId w:val="5"/>
        </w:numPr>
        <w:rPr>
          <w:lang w:val="en-IN"/>
        </w:rPr>
      </w:pPr>
      <w:r>
        <w:rPr>
          <w:lang w:val="en-IN"/>
        </w:rPr>
        <w:t>Insufficient funds</w:t>
      </w:r>
      <w:r w:rsidR="00D058A8" w:rsidRPr="00D058A8">
        <w:rPr>
          <w:lang w:val="en-IN"/>
        </w:rPr>
        <w:t xml:space="preserve"> </w:t>
      </w:r>
      <w:r>
        <w:rPr>
          <w:lang w:val="en-IN"/>
        </w:rPr>
        <w:t>for the</w:t>
      </w:r>
      <w:r w:rsidR="00D058A8" w:rsidRPr="00D058A8">
        <w:rPr>
          <w:lang w:val="en-IN"/>
        </w:rPr>
        <w:t xml:space="preserve"> number of needy households</w:t>
      </w:r>
    </w:p>
    <w:p w:rsidR="00D058A8" w:rsidRPr="00D058A8" w:rsidRDefault="00D058A8" w:rsidP="00D058A8">
      <w:pPr>
        <w:numPr>
          <w:ilvl w:val="0"/>
          <w:numId w:val="5"/>
        </w:numPr>
        <w:rPr>
          <w:lang w:val="en-IN"/>
        </w:rPr>
      </w:pPr>
      <w:r w:rsidRPr="00D058A8">
        <w:rPr>
          <w:lang w:val="en-IN"/>
        </w:rPr>
        <w:t>Procedural delay</w:t>
      </w:r>
      <w:r w:rsidR="0042666A">
        <w:rPr>
          <w:lang w:val="en-IN"/>
        </w:rPr>
        <w:t>s</w:t>
      </w:r>
      <w:r w:rsidRPr="00D058A8">
        <w:rPr>
          <w:lang w:val="en-IN"/>
        </w:rPr>
        <w:t xml:space="preserve"> in identification of target group</w:t>
      </w:r>
      <w:r w:rsidR="0042666A">
        <w:rPr>
          <w:lang w:val="en-IN"/>
        </w:rPr>
        <w:t xml:space="preserve">s for </w:t>
      </w:r>
      <w:r w:rsidRPr="00D058A8">
        <w:rPr>
          <w:lang w:val="en-IN"/>
        </w:rPr>
        <w:t>benefit</w:t>
      </w:r>
      <w:r w:rsidR="0042666A">
        <w:rPr>
          <w:lang w:val="en-IN"/>
        </w:rPr>
        <w:t>s</w:t>
      </w:r>
    </w:p>
    <w:p w:rsidR="00D058A8" w:rsidRDefault="00D058A8" w:rsidP="00D058A8">
      <w:pPr>
        <w:numPr>
          <w:ilvl w:val="0"/>
          <w:numId w:val="5"/>
        </w:numPr>
        <w:rPr>
          <w:lang w:val="en-IN"/>
        </w:rPr>
      </w:pPr>
      <w:r w:rsidRPr="00D058A8">
        <w:rPr>
          <w:lang w:val="en-IN"/>
        </w:rPr>
        <w:t>Lack of trained staff</w:t>
      </w:r>
    </w:p>
    <w:p w:rsidR="00437C21" w:rsidRDefault="00986A2A" w:rsidP="00437C21">
      <w:pPr>
        <w:rPr>
          <w:lang w:val="en-IN"/>
        </w:rPr>
      </w:pPr>
      <w:r>
        <w:rPr>
          <w:lang w:val="en-IN"/>
        </w:rPr>
        <w:tab/>
      </w:r>
      <w:r w:rsidR="0042666A">
        <w:rPr>
          <w:lang w:val="en-IN"/>
        </w:rPr>
        <w:t>Finally</w:t>
      </w:r>
      <w:r w:rsidR="006556EC">
        <w:rPr>
          <w:lang w:val="en-IN"/>
        </w:rPr>
        <w:t>,</w:t>
      </w:r>
      <w:r w:rsidR="0042666A">
        <w:rPr>
          <w:lang w:val="en-IN"/>
        </w:rPr>
        <w:t xml:space="preserve"> many o</w:t>
      </w:r>
      <w:r w:rsidR="00437C21" w:rsidRPr="00437C21">
        <w:rPr>
          <w:lang w:val="en-IN"/>
        </w:rPr>
        <w:t>rganizations claimed linkages with other organizations</w:t>
      </w:r>
      <w:r w:rsidR="0042666A">
        <w:rPr>
          <w:lang w:val="en-IN"/>
        </w:rPr>
        <w:t>,</w:t>
      </w:r>
      <w:r w:rsidR="00437C21" w:rsidRPr="00437C21">
        <w:rPr>
          <w:lang w:val="en-IN"/>
        </w:rPr>
        <w:t xml:space="preserve"> but one-fourth of organizations failed to mention their </w:t>
      </w:r>
      <w:r w:rsidR="00437C21">
        <w:rPr>
          <w:lang w:val="en-IN"/>
        </w:rPr>
        <w:t>contact details</w:t>
      </w:r>
      <w:r w:rsidR="0042666A">
        <w:rPr>
          <w:lang w:val="en-IN"/>
        </w:rPr>
        <w:t>.</w:t>
      </w:r>
      <w:r w:rsidR="00437C21">
        <w:rPr>
          <w:lang w:val="en-IN"/>
        </w:rPr>
        <w:t xml:space="preserve"> </w:t>
      </w:r>
      <w:r w:rsidR="0042666A">
        <w:rPr>
          <w:lang w:val="en-IN"/>
        </w:rPr>
        <w:t xml:space="preserve">This indicates </w:t>
      </w:r>
      <w:r w:rsidR="00437C21" w:rsidRPr="00437C21">
        <w:rPr>
          <w:lang w:val="en-IN"/>
        </w:rPr>
        <w:t xml:space="preserve">poor linkage and coordination among departments/organizations at field level in </w:t>
      </w:r>
      <w:r w:rsidR="006556EC">
        <w:rPr>
          <w:lang w:val="en-IN"/>
        </w:rPr>
        <w:t xml:space="preserve">the </w:t>
      </w:r>
      <w:r w:rsidR="00437C21" w:rsidRPr="00437C21">
        <w:rPr>
          <w:lang w:val="en-IN"/>
        </w:rPr>
        <w:t>Karnal area.</w:t>
      </w:r>
    </w:p>
    <w:p w:rsidR="005124E6" w:rsidRDefault="00D4306E">
      <w:pPr>
        <w:pStyle w:val="Heading1"/>
        <w:ind w:left="720" w:hanging="360"/>
      </w:pPr>
      <w:r>
        <w:lastRenderedPageBreak/>
        <w:t>SUMMARY OF ACTIVITIES</w:t>
      </w:r>
    </w:p>
    <w:p w:rsidR="00A6639D" w:rsidRDefault="00986A2A">
      <w:pPr>
        <w:rPr>
          <w:lang w:val="en-IN"/>
        </w:rPr>
      </w:pPr>
      <w:r>
        <w:rPr>
          <w:lang w:val="en-IN"/>
        </w:rPr>
        <w:tab/>
      </w:r>
      <w:r w:rsidR="00A6639D" w:rsidRPr="00A6639D">
        <w:rPr>
          <w:lang w:val="en-IN"/>
        </w:rPr>
        <w:t>On the b</w:t>
      </w:r>
      <w:r w:rsidR="0042666A">
        <w:rPr>
          <w:lang w:val="en-IN"/>
        </w:rPr>
        <w:t xml:space="preserve">asis of information obtained from the </w:t>
      </w:r>
      <w:r w:rsidR="00A6639D" w:rsidRPr="00A6639D">
        <w:rPr>
          <w:lang w:val="en-IN"/>
        </w:rPr>
        <w:t xml:space="preserve">organizational survey, the five </w:t>
      </w:r>
      <w:r w:rsidR="00A6639D">
        <w:rPr>
          <w:lang w:val="en-IN"/>
        </w:rPr>
        <w:t xml:space="preserve">most </w:t>
      </w:r>
      <w:r w:rsidR="0042666A">
        <w:rPr>
          <w:lang w:val="en-IN"/>
        </w:rPr>
        <w:t>important objectives</w:t>
      </w:r>
      <w:r w:rsidR="00A6639D" w:rsidRPr="00A6639D">
        <w:rPr>
          <w:lang w:val="en-IN"/>
        </w:rPr>
        <w:t xml:space="preserve"> are</w:t>
      </w:r>
      <w:r w:rsidR="00A6639D">
        <w:rPr>
          <w:lang w:val="en-IN"/>
        </w:rPr>
        <w:t>:</w:t>
      </w:r>
      <w:r w:rsidR="00A6639D" w:rsidRPr="00A6639D">
        <w:rPr>
          <w:lang w:val="en-IN"/>
        </w:rPr>
        <w:t xml:space="preserve"> </w:t>
      </w:r>
    </w:p>
    <w:p w:rsidR="00A6639D" w:rsidRDefault="00A6639D" w:rsidP="00A6639D">
      <w:pPr>
        <w:numPr>
          <w:ilvl w:val="0"/>
          <w:numId w:val="3"/>
        </w:numPr>
        <w:rPr>
          <w:lang w:val="en-IN"/>
        </w:rPr>
      </w:pPr>
      <w:r w:rsidRPr="00A6639D">
        <w:rPr>
          <w:lang w:val="en-IN"/>
        </w:rPr>
        <w:t>provision of</w:t>
      </w:r>
      <w:r>
        <w:rPr>
          <w:lang w:val="en-IN"/>
        </w:rPr>
        <w:t xml:space="preserve"> modern agricultural technology</w:t>
      </w:r>
    </w:p>
    <w:p w:rsidR="00A6639D" w:rsidRDefault="00437C21" w:rsidP="00A6639D">
      <w:pPr>
        <w:numPr>
          <w:ilvl w:val="0"/>
          <w:numId w:val="3"/>
        </w:numPr>
        <w:rPr>
          <w:lang w:val="en-IN"/>
        </w:rPr>
      </w:pPr>
      <w:r>
        <w:rPr>
          <w:lang w:val="en-IN"/>
        </w:rPr>
        <w:t>arranging credit for</w:t>
      </w:r>
      <w:r w:rsidR="00A6639D">
        <w:rPr>
          <w:lang w:val="en-IN"/>
        </w:rPr>
        <w:t xml:space="preserve"> farmers</w:t>
      </w:r>
    </w:p>
    <w:p w:rsidR="00A6639D" w:rsidRDefault="00A6639D" w:rsidP="00A6639D">
      <w:pPr>
        <w:numPr>
          <w:ilvl w:val="0"/>
          <w:numId w:val="3"/>
        </w:numPr>
        <w:rPr>
          <w:lang w:val="en-IN"/>
        </w:rPr>
      </w:pPr>
      <w:r w:rsidRPr="00A6639D">
        <w:rPr>
          <w:lang w:val="en-IN"/>
        </w:rPr>
        <w:t>immunization and treatment of animals</w:t>
      </w:r>
    </w:p>
    <w:p w:rsidR="00A6639D" w:rsidRDefault="00A6639D" w:rsidP="00A6639D">
      <w:pPr>
        <w:numPr>
          <w:ilvl w:val="0"/>
          <w:numId w:val="3"/>
        </w:numPr>
        <w:rPr>
          <w:lang w:val="en-IN"/>
        </w:rPr>
      </w:pPr>
      <w:r w:rsidRPr="00A6639D">
        <w:rPr>
          <w:lang w:val="en-IN"/>
        </w:rPr>
        <w:t>promo</w:t>
      </w:r>
      <w:r>
        <w:rPr>
          <w:lang w:val="en-IN"/>
        </w:rPr>
        <w:t>tion of fodder production</w:t>
      </w:r>
    </w:p>
    <w:p w:rsidR="00A6639D" w:rsidRDefault="00A6639D" w:rsidP="00A6639D">
      <w:pPr>
        <w:numPr>
          <w:ilvl w:val="0"/>
          <w:numId w:val="3"/>
        </w:numPr>
        <w:rPr>
          <w:lang w:val="en-IN"/>
        </w:rPr>
      </w:pPr>
      <w:r w:rsidRPr="00A6639D">
        <w:rPr>
          <w:lang w:val="en-IN"/>
        </w:rPr>
        <w:t>creation of market infrastructure</w:t>
      </w:r>
    </w:p>
    <w:p w:rsidR="00D705D3" w:rsidRDefault="00986A2A" w:rsidP="00D705D3">
      <w:r>
        <w:tab/>
      </w:r>
      <w:r w:rsidR="00D705D3">
        <w:t xml:space="preserve">Almost all the organizations interviewed in </w:t>
      </w:r>
      <w:r w:rsidR="0042666A">
        <w:t xml:space="preserve">the </w:t>
      </w:r>
      <w:r w:rsidR="00D705D3">
        <w:t xml:space="preserve">organizational survey </w:t>
      </w:r>
      <w:r w:rsidR="00D705D3" w:rsidRPr="00C42763">
        <w:t xml:space="preserve">claimed </w:t>
      </w:r>
      <w:r w:rsidR="00D058A8">
        <w:t>to be</w:t>
      </w:r>
      <w:r w:rsidR="00D705D3" w:rsidRPr="00C42763">
        <w:t xml:space="preserve"> working on climate change mitigation</w:t>
      </w:r>
      <w:r w:rsidR="0042666A">
        <w:t xml:space="preserve">. However, their </w:t>
      </w:r>
      <w:r w:rsidR="006E5690">
        <w:t>efforts seem</w:t>
      </w:r>
      <w:r w:rsidR="0042666A">
        <w:t xml:space="preserve"> primarily restricted to </w:t>
      </w:r>
      <w:r w:rsidR="00D705D3" w:rsidRPr="00C42763">
        <w:t>providing conti</w:t>
      </w:r>
      <w:r w:rsidR="00D705D3">
        <w:t>n</w:t>
      </w:r>
      <w:r w:rsidR="00D705D3" w:rsidRPr="00C42763">
        <w:t>gent crop plan</w:t>
      </w:r>
      <w:r w:rsidR="00D058A8">
        <w:t>s</w:t>
      </w:r>
      <w:r w:rsidR="00D705D3" w:rsidRPr="00C42763">
        <w:t xml:space="preserve"> or assistance in case of extreme weather condition.</w:t>
      </w:r>
    </w:p>
    <w:p w:rsidR="005124E6" w:rsidRDefault="00D4306E">
      <w:pPr>
        <w:pStyle w:val="Heading2"/>
      </w:pPr>
      <w:r>
        <w:t xml:space="preserve">Natural resource management: </w:t>
      </w:r>
    </w:p>
    <w:p w:rsidR="002B272C" w:rsidRDefault="00986A2A" w:rsidP="002B272C">
      <w:r>
        <w:tab/>
      </w:r>
      <w:r w:rsidR="002B272C">
        <w:t xml:space="preserve">Soil management seems to be an area of natural resource management which is well attended to. Activities include soil testing (IFFCO, ATMA), soil conservation (DoA, IFFCO) and discouraging the burning of straw and crop residue (DoA, IFFCO, ATMA). Organisations are also disseminating ideas about how to improve soil health. </w:t>
      </w:r>
      <w:r w:rsidR="002B272C" w:rsidRPr="005978C0">
        <w:t>IFFCO advocates the use of water soluble</w:t>
      </w:r>
      <w:r w:rsidR="002B272C">
        <w:t xml:space="preserve"> fertilisers. </w:t>
      </w:r>
      <w:r w:rsidR="002B272C" w:rsidRPr="005978C0">
        <w:t xml:space="preserve">ATMA </w:t>
      </w:r>
      <w:r w:rsidR="002B272C">
        <w:t>and DoA encourage</w:t>
      </w:r>
      <w:r w:rsidR="002B272C" w:rsidRPr="005978C0">
        <w:t xml:space="preserve"> the use of green manure</w:t>
      </w:r>
      <w:r w:rsidR="002B272C">
        <w:t xml:space="preserve"> (planting: </w:t>
      </w:r>
      <w:r w:rsidR="002B272C" w:rsidRPr="00561C3E">
        <w:t>Moong, Dhaincha and Urad bean</w:t>
      </w:r>
      <w:r w:rsidR="002B272C">
        <w:t>) to improve soil fertility. DoA is further working to reduce pesticide use and promote the adoption of Integrated Pest Management.</w:t>
      </w:r>
    </w:p>
    <w:p w:rsidR="002B272C" w:rsidRDefault="00986A2A" w:rsidP="002B272C">
      <w:r>
        <w:tab/>
      </w:r>
      <w:r w:rsidR="004D5AC2">
        <w:t>DOF</w:t>
      </w:r>
      <w:r w:rsidR="002B272C">
        <w:t xml:space="preserve"> is at the forefront of </w:t>
      </w:r>
      <w:r w:rsidR="00601F99">
        <w:t xml:space="preserve">forest conservation, </w:t>
      </w:r>
      <w:r w:rsidR="002B272C">
        <w:t>afforestation, social forestry and the distribution of seedlings. It is further using afforestation techniques to reclaim salt affected areas. PI is</w:t>
      </w:r>
      <w:r w:rsidR="006E5690">
        <w:t xml:space="preserve"> the only other organisation to</w:t>
      </w:r>
      <w:r w:rsidR="002B272C">
        <w:t xml:space="preserve"> make men</w:t>
      </w:r>
      <w:r w:rsidR="006E5690">
        <w:t>tion of tree planting, and its activities are limited to public road</w:t>
      </w:r>
      <w:r w:rsidR="002B272C">
        <w:t xml:space="preserve"> sides</w:t>
      </w:r>
      <w:r w:rsidR="006E5690">
        <w:t>.</w:t>
      </w:r>
      <w:r w:rsidR="002B272C">
        <w:t xml:space="preserve"> </w:t>
      </w:r>
    </w:p>
    <w:p w:rsidR="002B272C" w:rsidRPr="00683684" w:rsidRDefault="00986A2A" w:rsidP="002B272C">
      <w:r>
        <w:tab/>
      </w:r>
      <w:r w:rsidR="002B272C">
        <w:t xml:space="preserve">Water management is also a well addressed area. PI is responsible for supplying drinking water, boring wells and </w:t>
      </w:r>
      <w:r w:rsidR="00601F99">
        <w:t xml:space="preserve">digging drains. </w:t>
      </w:r>
      <w:r w:rsidR="002B272C">
        <w:t>Water testing is carried out by ATMA, which also promotes water conservation by discouraging farmers from growing sathi paddy crops. The MANDI</w:t>
      </w:r>
      <w:r w:rsidR="006E5690">
        <w:t xml:space="preserve"> and </w:t>
      </w:r>
      <w:r w:rsidR="006E5690" w:rsidRPr="006E5690">
        <w:t>DoA</w:t>
      </w:r>
      <w:r w:rsidR="002B272C">
        <w:t xml:space="preserve"> also encourage farmers to favour less water hungry crops </w:t>
      </w:r>
      <w:r w:rsidR="006556EC">
        <w:t>T</w:t>
      </w:r>
      <w:r w:rsidR="002B272C">
        <w:t xml:space="preserve">he former </w:t>
      </w:r>
      <w:r w:rsidR="002B272C" w:rsidRPr="00683684">
        <w:t xml:space="preserve">promotes </w:t>
      </w:r>
      <w:r w:rsidR="006E5690" w:rsidRPr="006E5690">
        <w:t>pu</w:t>
      </w:r>
      <w:r w:rsidR="00CC5BCA">
        <w:t>l</w:t>
      </w:r>
      <w:r w:rsidR="006E5690" w:rsidRPr="006E5690">
        <w:t>ses</w:t>
      </w:r>
      <w:r w:rsidR="002B272C">
        <w:t>, the latter</w:t>
      </w:r>
      <w:r w:rsidR="006E5690">
        <w:t xml:space="preserve"> </w:t>
      </w:r>
      <w:r w:rsidR="006E5690" w:rsidRPr="006E5690">
        <w:t>short duration crops, maize and direct seeded rice</w:t>
      </w:r>
      <w:r w:rsidR="002B272C">
        <w:t>. Both the DoA and PI discourage</w:t>
      </w:r>
      <w:r w:rsidR="002B272C" w:rsidRPr="00683684">
        <w:t xml:space="preserve"> flood irrigati</w:t>
      </w:r>
      <w:r w:rsidR="002B272C">
        <w:t>on in favour of drip and micro-irrigation</w:t>
      </w:r>
      <w:r w:rsidR="002B272C" w:rsidRPr="00683684">
        <w:t xml:space="preserve">. </w:t>
      </w:r>
      <w:r w:rsidR="002B272C">
        <w:t xml:space="preserve">The DoA is further involved </w:t>
      </w:r>
      <w:r w:rsidR="006E5690">
        <w:t>in conservation through water-recharge-</w:t>
      </w:r>
      <w:r w:rsidR="002B272C">
        <w:t>system</w:t>
      </w:r>
      <w:r w:rsidR="006E5690">
        <w:t xml:space="preserve"> and underground-</w:t>
      </w:r>
      <w:r w:rsidR="002B272C">
        <w:t>pipeline schemes</w:t>
      </w:r>
      <w:r w:rsidR="00601F99">
        <w:t>, as well as rainwater harvesting</w:t>
      </w:r>
      <w:r w:rsidR="002B272C">
        <w:t xml:space="preserve">. </w:t>
      </w:r>
    </w:p>
    <w:p w:rsidR="002B272C" w:rsidRDefault="002B272C" w:rsidP="002B272C">
      <w:r>
        <w:t xml:space="preserve"> </w:t>
      </w:r>
      <w:r w:rsidR="00986A2A">
        <w:tab/>
      </w:r>
      <w:r>
        <w:t xml:space="preserve">Finally the </w:t>
      </w:r>
      <w:r w:rsidR="004D5AC2">
        <w:t>DOF</w:t>
      </w:r>
      <w:r>
        <w:t xml:space="preserve"> is working for effective waste management; implementing and promoting "Reduce, Reuse and Recycle". The </w:t>
      </w:r>
      <w:r w:rsidR="004D5AC2">
        <w:t>DOF</w:t>
      </w:r>
      <w:r>
        <w:t xml:space="preserve"> is also focused on protecting habitats and wildlife. </w:t>
      </w:r>
    </w:p>
    <w:p w:rsidR="005124E6" w:rsidRDefault="00D4306E" w:rsidP="00FF60CB">
      <w:pPr>
        <w:pStyle w:val="Heading2"/>
      </w:pPr>
      <w:r>
        <w:t xml:space="preserve">Preparation to withstand extreme events: </w:t>
      </w:r>
    </w:p>
    <w:p w:rsidR="002B272C" w:rsidRPr="002B272C" w:rsidRDefault="00986A2A" w:rsidP="002B272C">
      <w:pPr>
        <w:pStyle w:val="BodyText"/>
      </w:pPr>
      <w:r>
        <w:tab/>
      </w:r>
      <w:r w:rsidR="0020295B">
        <w:t>O</w:t>
      </w:r>
      <w:r w:rsidR="002B272C">
        <w:t>nly two or</w:t>
      </w:r>
      <w:r w:rsidR="0020295B">
        <w:t>ganisations</w:t>
      </w:r>
      <w:r w:rsidR="00D212F3">
        <w:t xml:space="preserve"> </w:t>
      </w:r>
      <w:r w:rsidR="0020295B">
        <w:t>mention</w:t>
      </w:r>
      <w:r w:rsidR="00D212F3">
        <w:t xml:space="preserve"> </w:t>
      </w:r>
      <w:r w:rsidR="0020295B">
        <w:t>this</w:t>
      </w:r>
      <w:r w:rsidR="00592A5B">
        <w:t>.</w:t>
      </w:r>
      <w:r w:rsidR="0020295B">
        <w:t xml:space="preserve"> </w:t>
      </w:r>
      <w:r w:rsidR="00592A5B">
        <w:t>T</w:t>
      </w:r>
      <w:r w:rsidR="002B272C">
        <w:t xml:space="preserve">he AH states that it provides farmers with information about how to care for their livestock in extreme weather, the KVK offers the same service but extends to giving information on protecting crops as well. </w:t>
      </w:r>
    </w:p>
    <w:p w:rsidR="005124E6" w:rsidRDefault="00D4306E">
      <w:pPr>
        <w:pStyle w:val="Heading2"/>
      </w:pPr>
      <w:r>
        <w:t xml:space="preserve">Reduction of risk due to climate variability: </w:t>
      </w:r>
    </w:p>
    <w:p w:rsidR="004D5AC2" w:rsidRPr="004D5AC2" w:rsidRDefault="00986A2A" w:rsidP="004D5AC2">
      <w:pPr>
        <w:pStyle w:val="BodyText"/>
        <w:rPr>
          <w:lang w:val="en-IN"/>
        </w:rPr>
      </w:pPr>
      <w:r>
        <w:tab/>
      </w:r>
      <w:r w:rsidR="0020295B">
        <w:t xml:space="preserve">Weather information is provided by IFFCO, DoA (via mass media) and MANDI (via a free helpline). ATMA runs a more targeted project, whereby it provides </w:t>
      </w:r>
      <w:r w:rsidR="0020295B" w:rsidRPr="0020295B">
        <w:t>a list of progressive fa</w:t>
      </w:r>
      <w:r w:rsidR="0020295B">
        <w:t>rmers to the State Agriculture University</w:t>
      </w:r>
      <w:r w:rsidR="00592A5B">
        <w:t>,</w:t>
      </w:r>
      <w:r w:rsidR="0020295B">
        <w:t xml:space="preserve"> which in turn sends them weather forecasts via SMS. </w:t>
      </w:r>
    </w:p>
    <w:p w:rsidR="0020295B" w:rsidRPr="0020295B" w:rsidRDefault="00986A2A" w:rsidP="0020295B">
      <w:pPr>
        <w:pStyle w:val="BodyText"/>
      </w:pPr>
      <w:r>
        <w:tab/>
      </w:r>
      <w:r w:rsidR="0020295B">
        <w:t xml:space="preserve">ATMA is responsible for implementing schemes such as </w:t>
      </w:r>
      <w:r w:rsidR="005D0C19" w:rsidRPr="0020295B">
        <w:rPr>
          <w:lang w:val="en-US"/>
        </w:rPr>
        <w:t>RKVY (National Agriculture Development Scheme) and NFSM (National Food Security Mission)</w:t>
      </w:r>
      <w:r w:rsidR="0020295B">
        <w:rPr>
          <w:lang w:val="en-US"/>
        </w:rPr>
        <w:t xml:space="preserve"> which are aimed at improving the food security status of farmers. </w:t>
      </w:r>
    </w:p>
    <w:p w:rsidR="00C36428" w:rsidRDefault="00986A2A" w:rsidP="00C36428">
      <w:pPr>
        <w:pStyle w:val="BodyText"/>
      </w:pPr>
      <w:r>
        <w:lastRenderedPageBreak/>
        <w:tab/>
      </w:r>
      <w:r w:rsidR="00DD4DA2">
        <w:t xml:space="preserve">AH provides information and training on making silage and hay for periods of scarcity. </w:t>
      </w:r>
    </w:p>
    <w:p w:rsidR="00DD4DA2" w:rsidRPr="00C36428" w:rsidRDefault="00986A2A" w:rsidP="00C36428">
      <w:pPr>
        <w:pStyle w:val="BodyText"/>
      </w:pPr>
      <w:r>
        <w:tab/>
      </w:r>
      <w:r w:rsidR="00DD4DA2">
        <w:t>Finally</w:t>
      </w:r>
      <w:r w:rsidR="00592A5B">
        <w:t>,</w:t>
      </w:r>
      <w:r w:rsidR="00DD4DA2">
        <w:t xml:space="preserve"> PACS promotes income generating activities, provides information about handicrafts and supports saving. </w:t>
      </w:r>
    </w:p>
    <w:p w:rsidR="005124E6" w:rsidRDefault="00D43AA9">
      <w:pPr>
        <w:pStyle w:val="Heading2"/>
      </w:pPr>
      <w:r>
        <w:t>Activ</w:t>
      </w:r>
      <w:r w:rsidR="00D4306E">
        <w:t>ities' Relationship to Climate Change:</w:t>
      </w:r>
    </w:p>
    <w:p w:rsidR="00986A2A" w:rsidRPr="00986A2A" w:rsidRDefault="00986A2A" w:rsidP="00986A2A">
      <w:r>
        <w:tab/>
      </w:r>
      <w:r w:rsidR="00170D22" w:rsidRPr="00170D22">
        <w:t xml:space="preserve">Due to the use of lists and concise descriptions, there is some ambiguity as to whether the activities in the above three subsections are climate change related activities. They have been listed because they do relate to climate change; however, in most cases they may be being implemented for other reasons, such as to improve agricultural productivity or to overcome natural year to year variability. Thus the organisations' climate change activities are may be activities that date back to before there was a focus on climate change, and their attention to it is a by-product. </w:t>
      </w:r>
      <w:r>
        <w:t>For example, the water management efforts seem clearly related to coping with the rapid decline in the area's</w:t>
      </w:r>
      <w:r w:rsidRPr="00986A2A">
        <w:t xml:space="preserve"> water table resulting from the long term use of water loving crops such as rice and wheat.  </w:t>
      </w:r>
    </w:p>
    <w:p w:rsidR="00601F99" w:rsidRPr="00592A5B" w:rsidRDefault="00986A2A" w:rsidP="00601F99">
      <w:pPr>
        <w:pStyle w:val="BodyText"/>
        <w:rPr>
          <w:sz w:val="22"/>
          <w:szCs w:val="22"/>
        </w:rPr>
      </w:pPr>
      <w:r>
        <w:tab/>
      </w:r>
      <w:r w:rsidR="00601F99" w:rsidRPr="00592A5B">
        <w:rPr>
          <w:sz w:val="22"/>
          <w:szCs w:val="22"/>
        </w:rPr>
        <w:t xml:space="preserve">Nevertheless, two organisations make direct mention of climate change. The ATMA asserts that it is promoting research in the field of climate change mitigation by providing scientists with funds. Meanwhile, the </w:t>
      </w:r>
      <w:r w:rsidR="004D5AC2" w:rsidRPr="00592A5B">
        <w:rPr>
          <w:sz w:val="22"/>
          <w:szCs w:val="22"/>
        </w:rPr>
        <w:t>DOF</w:t>
      </w:r>
      <w:r w:rsidR="00601F99" w:rsidRPr="00592A5B">
        <w:rPr>
          <w:sz w:val="22"/>
          <w:szCs w:val="22"/>
        </w:rPr>
        <w:t xml:space="preserve"> lists three climate change related topics among its current objectives: </w:t>
      </w:r>
    </w:p>
    <w:p w:rsidR="005372B5" w:rsidRDefault="005372B5" w:rsidP="00601F99">
      <w:pPr>
        <w:numPr>
          <w:ilvl w:val="0"/>
          <w:numId w:val="15"/>
        </w:numPr>
        <w:rPr>
          <w:lang w:eastAsia="en-US" w:bidi="ar-SA"/>
        </w:rPr>
      </w:pPr>
      <w:r w:rsidRPr="005372B5">
        <w:rPr>
          <w:lang w:eastAsia="en-US" w:bidi="ar-SA"/>
        </w:rPr>
        <w:t>To work towards the inclusion of emissions from deforestation and forest degradation i</w:t>
      </w:r>
      <w:r>
        <w:rPr>
          <w:lang w:eastAsia="en-US" w:bidi="ar-SA"/>
        </w:rPr>
        <w:t xml:space="preserve">n the new climate regime </w:t>
      </w:r>
    </w:p>
    <w:p w:rsidR="005372B5" w:rsidRDefault="005372B5" w:rsidP="00601F99">
      <w:pPr>
        <w:numPr>
          <w:ilvl w:val="0"/>
          <w:numId w:val="15"/>
        </w:numPr>
        <w:rPr>
          <w:lang w:eastAsia="en-US" w:bidi="ar-SA"/>
        </w:rPr>
      </w:pPr>
      <w:r w:rsidRPr="005372B5">
        <w:rPr>
          <w:lang w:eastAsia="en-US" w:bidi="ar-SA"/>
        </w:rPr>
        <w:t>To take early action to achieve cost effective and real reductio</w:t>
      </w:r>
      <w:r>
        <w:rPr>
          <w:lang w:eastAsia="en-US" w:bidi="ar-SA"/>
        </w:rPr>
        <w:t xml:space="preserve">n in greenhouse gas emissions </w:t>
      </w:r>
    </w:p>
    <w:p w:rsidR="005372B5" w:rsidRPr="005372B5" w:rsidRDefault="005372B5" w:rsidP="00601F99">
      <w:pPr>
        <w:pStyle w:val="BodyText"/>
        <w:numPr>
          <w:ilvl w:val="0"/>
          <w:numId w:val="15"/>
        </w:numPr>
        <w:rPr>
          <w:lang w:val="en-US"/>
        </w:rPr>
      </w:pPr>
      <w:r w:rsidRPr="005372B5">
        <w:rPr>
          <w:lang w:val="en-US"/>
        </w:rPr>
        <w:t>We promote afforestation through Agroforestry and farm forests which have direct effect</w:t>
      </w:r>
      <w:r w:rsidR="00592A5B">
        <w:rPr>
          <w:lang w:val="en-US"/>
        </w:rPr>
        <w:t>s</w:t>
      </w:r>
      <w:r w:rsidRPr="005372B5">
        <w:rPr>
          <w:lang w:val="en-US"/>
        </w:rPr>
        <w:t xml:space="preserve"> on climate change</w:t>
      </w:r>
      <w:r>
        <w:rPr>
          <w:lang w:val="en-US"/>
        </w:rPr>
        <w:t xml:space="preserve"> </w:t>
      </w:r>
    </w:p>
    <w:p w:rsidR="00601F99" w:rsidRDefault="00C63E74" w:rsidP="00E36D3E">
      <w:r>
        <w:tab/>
      </w:r>
      <w:r w:rsidR="00601F99">
        <w:t xml:space="preserve">The DoA was identified by the </w:t>
      </w:r>
      <w:r w:rsidR="004C2472">
        <w:t>interviewers</w:t>
      </w:r>
      <w:r w:rsidR="00601F99">
        <w:t xml:space="preserve"> as being the only organisation offering information relating to climate change and implementing activities related to mitigation.  </w:t>
      </w:r>
    </w:p>
    <w:p w:rsidR="0065338D" w:rsidRDefault="00C63E74" w:rsidP="0065338D">
      <w:pPr>
        <w:rPr>
          <w:lang w:val="en-IN"/>
        </w:rPr>
      </w:pPr>
      <w:r>
        <w:rPr>
          <w:lang w:val="en-IN"/>
        </w:rPr>
        <w:tab/>
      </w:r>
      <w:r w:rsidR="0065338D">
        <w:rPr>
          <w:lang w:val="en-IN"/>
        </w:rPr>
        <w:t>A</w:t>
      </w:r>
      <w:r w:rsidR="0065338D" w:rsidRPr="0065338D">
        <w:rPr>
          <w:lang w:val="en-IN"/>
        </w:rPr>
        <w:t xml:space="preserve">ccording to the </w:t>
      </w:r>
      <w:r w:rsidR="004C2472">
        <w:rPr>
          <w:lang w:val="en-IN"/>
        </w:rPr>
        <w:t>interviewers</w:t>
      </w:r>
      <w:r w:rsidR="0065338D" w:rsidRPr="0065338D">
        <w:rPr>
          <w:lang w:val="en-IN"/>
        </w:rPr>
        <w:t xml:space="preserve">, "most organizations reported that they are undertaking climate change adaptation and/or mitigation activities but few of them indicated </w:t>
      </w:r>
      <w:r w:rsidR="00592A5B">
        <w:rPr>
          <w:lang w:val="en-IN"/>
        </w:rPr>
        <w:t>a start time for</w:t>
      </w:r>
      <w:r w:rsidR="0065338D" w:rsidRPr="0065338D">
        <w:rPr>
          <w:lang w:val="en-IN"/>
        </w:rPr>
        <w:t xml:space="preserve"> these activities. Officials are aware about climate change and its adverse effect on agriculture and livelihood of communit</w:t>
      </w:r>
      <w:r w:rsidR="00592A5B">
        <w:rPr>
          <w:lang w:val="en-IN"/>
        </w:rPr>
        <w:t>ies</w:t>
      </w:r>
      <w:r w:rsidR="0065338D" w:rsidRPr="0065338D">
        <w:rPr>
          <w:lang w:val="en-IN"/>
        </w:rPr>
        <w:t xml:space="preserve"> but they are not even making the rural households aware about the climate change."</w:t>
      </w:r>
    </w:p>
    <w:p w:rsidR="00C63E74" w:rsidRPr="00C63E74" w:rsidRDefault="00C63E74" w:rsidP="00C63E74">
      <w:r>
        <w:rPr>
          <w:lang w:val="en-IN"/>
        </w:rPr>
        <w:tab/>
        <w:t xml:space="preserve">The </w:t>
      </w:r>
      <w:r w:rsidR="004C2472">
        <w:rPr>
          <w:lang w:val="en-IN"/>
        </w:rPr>
        <w:t>interviewers</w:t>
      </w:r>
      <w:r>
        <w:rPr>
          <w:lang w:val="en-IN"/>
        </w:rPr>
        <w:t xml:space="preserve"> seem</w:t>
      </w:r>
      <w:r w:rsidR="00D212F3">
        <w:rPr>
          <w:lang w:val="en-IN"/>
        </w:rPr>
        <w:t>ed</w:t>
      </w:r>
      <w:r>
        <w:rPr>
          <w:lang w:val="en-IN"/>
        </w:rPr>
        <w:t xml:space="preserve"> disturbed both by the lack of services relating to climate change and the lack of awareness that there is a failing in the area. </w:t>
      </w:r>
      <w:r w:rsidR="004C2472">
        <w:rPr>
          <w:lang w:val="en-IN"/>
        </w:rPr>
        <w:t>They</w:t>
      </w:r>
      <w:r>
        <w:rPr>
          <w:lang w:val="en-IN"/>
        </w:rPr>
        <w:t xml:space="preserve"> state</w:t>
      </w:r>
      <w:r w:rsidR="00592A5B">
        <w:rPr>
          <w:lang w:val="en-IN"/>
        </w:rPr>
        <w:t>d</w:t>
      </w:r>
      <w:r>
        <w:rPr>
          <w:lang w:val="en-IN"/>
        </w:rPr>
        <w:t xml:space="preserve"> that, "</w:t>
      </w:r>
      <w:r>
        <w:t>a</w:t>
      </w:r>
      <w:r w:rsidRPr="00C63E74">
        <w:t>lmost all organizations identified its headquarters as driving force to undertake any activity including climate change adaptation/mitigation.</w:t>
      </w:r>
      <w:r>
        <w:t xml:space="preserve"> </w:t>
      </w:r>
      <w:r w:rsidRPr="00C63E74">
        <w:rPr>
          <w:lang w:val="en-IN"/>
        </w:rPr>
        <w:t>Despite non-existence of any activity related to climate change, the majority of respondents could not mention any gap in the are</w:t>
      </w:r>
      <w:r>
        <w:rPr>
          <w:lang w:val="en-IN"/>
        </w:rPr>
        <w:t xml:space="preserve">a of climate related activities". </w:t>
      </w:r>
      <w:r w:rsidR="004C2472">
        <w:rPr>
          <w:lang w:val="en-IN"/>
        </w:rPr>
        <w:t>They</w:t>
      </w:r>
      <w:r>
        <w:rPr>
          <w:lang w:val="en-IN"/>
        </w:rPr>
        <w:t xml:space="preserve"> </w:t>
      </w:r>
      <w:r w:rsidR="00D212F3">
        <w:rPr>
          <w:lang w:val="en-IN"/>
        </w:rPr>
        <w:t xml:space="preserve">went </w:t>
      </w:r>
      <w:r>
        <w:rPr>
          <w:lang w:val="en-IN"/>
        </w:rPr>
        <w:t xml:space="preserve">on to suggest </w:t>
      </w:r>
      <w:r w:rsidR="00D212F3">
        <w:rPr>
          <w:lang w:val="en-IN"/>
        </w:rPr>
        <w:t xml:space="preserve">a </w:t>
      </w:r>
      <w:r>
        <w:rPr>
          <w:lang w:val="en-IN"/>
        </w:rPr>
        <w:t>ground level transfer of information and technology pertaining to climate change,</w:t>
      </w:r>
      <w:r w:rsidR="00D212F3">
        <w:rPr>
          <w:lang w:val="en-IN"/>
        </w:rPr>
        <w:t xml:space="preserve"> </w:t>
      </w:r>
      <w:r>
        <w:rPr>
          <w:lang w:val="en-IN"/>
        </w:rPr>
        <w:t>crop varieties, animal breeds and fish species</w:t>
      </w:r>
      <w:r w:rsidR="00D212F3">
        <w:rPr>
          <w:lang w:val="en-IN"/>
        </w:rPr>
        <w:t>,</w:t>
      </w:r>
      <w:r>
        <w:rPr>
          <w:lang w:val="en-IN"/>
        </w:rPr>
        <w:t xml:space="preserve"> which would thrive in the changing climate scenario. </w:t>
      </w:r>
    </w:p>
    <w:p w:rsidR="00986A2A" w:rsidRPr="0065338D" w:rsidRDefault="00986A2A" w:rsidP="0065338D">
      <w:pPr>
        <w:rPr>
          <w:lang w:val="en-IN"/>
        </w:rPr>
      </w:pPr>
    </w:p>
    <w:sectPr w:rsidR="00986A2A" w:rsidRPr="0065338D" w:rsidSect="00347FEF">
      <w:footerReference w:type="default" r:id="rId8"/>
      <w:pgSz w:w="12240" w:h="15840"/>
      <w:pgMar w:top="1440" w:right="1440" w:bottom="1440" w:left="1440" w:header="720" w:footer="720" w:gutter="0"/>
      <w:pgNumType w:start="0"/>
      <w:cols w:space="72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37C" w:rsidRDefault="003B137C" w:rsidP="00347FEF">
      <w:pPr>
        <w:spacing w:before="0"/>
      </w:pPr>
      <w:r>
        <w:separator/>
      </w:r>
    </w:p>
  </w:endnote>
  <w:endnote w:type="continuationSeparator" w:id="1">
    <w:p w:rsidR="003B137C" w:rsidRDefault="003B137C" w:rsidP="00347FE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DejaVu Sans">
    <w:altName w:val="MS Mincho"/>
    <w:charset w:val="80"/>
    <w:family w:val="auto"/>
    <w:pitch w:val="variable"/>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A8" w:rsidRDefault="00842C37">
    <w:pPr>
      <w:pStyle w:val="Footer"/>
      <w:jc w:val="right"/>
    </w:pPr>
    <w:fldSimple w:instr=" PAGE   \* MERGEFORMAT ">
      <w:r w:rsidR="00E728E1">
        <w:rPr>
          <w:noProof/>
        </w:rPr>
        <w:t>1</w:t>
      </w:r>
    </w:fldSimple>
  </w:p>
  <w:p w:rsidR="00D058A8" w:rsidRDefault="00D058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37C" w:rsidRDefault="003B137C" w:rsidP="00347FEF">
      <w:pPr>
        <w:spacing w:before="0"/>
      </w:pPr>
      <w:r>
        <w:separator/>
      </w:r>
    </w:p>
  </w:footnote>
  <w:footnote w:type="continuationSeparator" w:id="1">
    <w:p w:rsidR="003B137C" w:rsidRDefault="003B137C" w:rsidP="00347FEF">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5030EE"/>
    <w:multiLevelType w:val="multilevel"/>
    <w:tmpl w:val="9522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8455F1"/>
    <w:multiLevelType w:val="multilevel"/>
    <w:tmpl w:val="AA7A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AB46E7"/>
    <w:multiLevelType w:val="hybridMultilevel"/>
    <w:tmpl w:val="A4A83B1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78F7284"/>
    <w:multiLevelType w:val="multilevel"/>
    <w:tmpl w:val="221C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4F224D"/>
    <w:multiLevelType w:val="multilevel"/>
    <w:tmpl w:val="31C6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E4A54"/>
    <w:multiLevelType w:val="multilevel"/>
    <w:tmpl w:val="78887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E3666"/>
    <w:multiLevelType w:val="hybridMultilevel"/>
    <w:tmpl w:val="E2C6516E"/>
    <w:lvl w:ilvl="0" w:tplc="83D4D34E">
      <w:numFmt w:val="bullet"/>
      <w:lvlText w:val=""/>
      <w:lvlJc w:val="left"/>
      <w:pPr>
        <w:ind w:left="720" w:hanging="360"/>
      </w:pPr>
      <w:rPr>
        <w:rFonts w:ascii="Wingdings" w:eastAsia="Calibri" w:hAnsi="Wingdings"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B706B34"/>
    <w:multiLevelType w:val="hybridMultilevel"/>
    <w:tmpl w:val="DE54C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312FEC"/>
    <w:multiLevelType w:val="multilevel"/>
    <w:tmpl w:val="3768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952E4D"/>
    <w:multiLevelType w:val="hybridMultilevel"/>
    <w:tmpl w:val="10701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750E19"/>
    <w:multiLevelType w:val="multilevel"/>
    <w:tmpl w:val="0D24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234D8C"/>
    <w:multiLevelType w:val="multilevel"/>
    <w:tmpl w:val="73F4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B958BE"/>
    <w:multiLevelType w:val="multilevel"/>
    <w:tmpl w:val="7AE06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9"/>
  </w:num>
  <w:num w:numId="4">
    <w:abstractNumId w:val="8"/>
  </w:num>
  <w:num w:numId="5">
    <w:abstractNumId w:val="4"/>
  </w:num>
  <w:num w:numId="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attachedTemplate r:id="rId1"/>
  <w:stylePaneFormatFilter w:val="0000"/>
  <w:doNotTrackMoves/>
  <w:defaultTabStop w:val="720"/>
  <w:drawingGridHorizontalSpacing w:val="99"/>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1DC5"/>
    <w:rsid w:val="0000543D"/>
    <w:rsid w:val="00011087"/>
    <w:rsid w:val="00025BCD"/>
    <w:rsid w:val="00056D04"/>
    <w:rsid w:val="000A17B2"/>
    <w:rsid w:val="000D285E"/>
    <w:rsid w:val="000D61C1"/>
    <w:rsid w:val="00123191"/>
    <w:rsid w:val="00163485"/>
    <w:rsid w:val="00170D22"/>
    <w:rsid w:val="0020295B"/>
    <w:rsid w:val="002705CA"/>
    <w:rsid w:val="00281A7E"/>
    <w:rsid w:val="0029696C"/>
    <w:rsid w:val="002A4D47"/>
    <w:rsid w:val="002B272C"/>
    <w:rsid w:val="002E790A"/>
    <w:rsid w:val="00320409"/>
    <w:rsid w:val="00347FEF"/>
    <w:rsid w:val="003721F7"/>
    <w:rsid w:val="003B137C"/>
    <w:rsid w:val="003E6962"/>
    <w:rsid w:val="003F4B86"/>
    <w:rsid w:val="0040530D"/>
    <w:rsid w:val="0042666A"/>
    <w:rsid w:val="00437C21"/>
    <w:rsid w:val="0045345C"/>
    <w:rsid w:val="0046023A"/>
    <w:rsid w:val="0046693F"/>
    <w:rsid w:val="00466C90"/>
    <w:rsid w:val="004C2472"/>
    <w:rsid w:val="004D5AC2"/>
    <w:rsid w:val="005124E6"/>
    <w:rsid w:val="00521D1C"/>
    <w:rsid w:val="00532AB9"/>
    <w:rsid w:val="005372B5"/>
    <w:rsid w:val="0055484A"/>
    <w:rsid w:val="00592A5B"/>
    <w:rsid w:val="005B6BB6"/>
    <w:rsid w:val="005D0C19"/>
    <w:rsid w:val="00601F99"/>
    <w:rsid w:val="0065338D"/>
    <w:rsid w:val="006556EC"/>
    <w:rsid w:val="00670546"/>
    <w:rsid w:val="006B137F"/>
    <w:rsid w:val="006D4E41"/>
    <w:rsid w:val="006E4D14"/>
    <w:rsid w:val="006E5690"/>
    <w:rsid w:val="007272AC"/>
    <w:rsid w:val="00754428"/>
    <w:rsid w:val="00770C72"/>
    <w:rsid w:val="00773472"/>
    <w:rsid w:val="00773CA1"/>
    <w:rsid w:val="007A4597"/>
    <w:rsid w:val="007C3FD3"/>
    <w:rsid w:val="007D45E7"/>
    <w:rsid w:val="007E0500"/>
    <w:rsid w:val="007F7ECE"/>
    <w:rsid w:val="00823803"/>
    <w:rsid w:val="00842C37"/>
    <w:rsid w:val="0084382A"/>
    <w:rsid w:val="008779F4"/>
    <w:rsid w:val="008A7C9A"/>
    <w:rsid w:val="008C37AB"/>
    <w:rsid w:val="008C6193"/>
    <w:rsid w:val="009145B4"/>
    <w:rsid w:val="00936E82"/>
    <w:rsid w:val="00956F49"/>
    <w:rsid w:val="009700B1"/>
    <w:rsid w:val="0098412E"/>
    <w:rsid w:val="00986A2A"/>
    <w:rsid w:val="009877B8"/>
    <w:rsid w:val="00992EB8"/>
    <w:rsid w:val="009930E3"/>
    <w:rsid w:val="009A0492"/>
    <w:rsid w:val="009A32CA"/>
    <w:rsid w:val="009A5583"/>
    <w:rsid w:val="009B043B"/>
    <w:rsid w:val="009D2027"/>
    <w:rsid w:val="009E258E"/>
    <w:rsid w:val="00A072FA"/>
    <w:rsid w:val="00A164E5"/>
    <w:rsid w:val="00A6639D"/>
    <w:rsid w:val="00A917DB"/>
    <w:rsid w:val="00AD1DC5"/>
    <w:rsid w:val="00B0680B"/>
    <w:rsid w:val="00BC504C"/>
    <w:rsid w:val="00BF32BC"/>
    <w:rsid w:val="00BF7FFB"/>
    <w:rsid w:val="00C02629"/>
    <w:rsid w:val="00C04D41"/>
    <w:rsid w:val="00C2176B"/>
    <w:rsid w:val="00C32FA8"/>
    <w:rsid w:val="00C36428"/>
    <w:rsid w:val="00C63E74"/>
    <w:rsid w:val="00CA6DF6"/>
    <w:rsid w:val="00CC5BCA"/>
    <w:rsid w:val="00D058A8"/>
    <w:rsid w:val="00D212F3"/>
    <w:rsid w:val="00D4306E"/>
    <w:rsid w:val="00D43AA9"/>
    <w:rsid w:val="00D51CCC"/>
    <w:rsid w:val="00D705D3"/>
    <w:rsid w:val="00D80C82"/>
    <w:rsid w:val="00DD4DA2"/>
    <w:rsid w:val="00DE1650"/>
    <w:rsid w:val="00E0405C"/>
    <w:rsid w:val="00E25150"/>
    <w:rsid w:val="00E36D3E"/>
    <w:rsid w:val="00E433FE"/>
    <w:rsid w:val="00E47B34"/>
    <w:rsid w:val="00E728E1"/>
    <w:rsid w:val="00EB1D3E"/>
    <w:rsid w:val="00EC30EE"/>
    <w:rsid w:val="00F448FF"/>
    <w:rsid w:val="00F62CCF"/>
    <w:rsid w:val="00F837FC"/>
    <w:rsid w:val="00FA0129"/>
    <w:rsid w:val="00FA693C"/>
    <w:rsid w:val="00FE6391"/>
    <w:rsid w:val="00FF3D72"/>
    <w:rsid w:val="00FF60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D72"/>
    <w:pPr>
      <w:widowControl w:val="0"/>
      <w:suppressAutoHyphens/>
      <w:spacing w:before="60" w:after="120"/>
    </w:pPr>
    <w:rPr>
      <w:rFonts w:eastAsia="DejaVu Sans" w:cs="DejaVu Sans"/>
      <w:sz w:val="22"/>
      <w:szCs w:val="24"/>
      <w:lang w:val="en-GB" w:eastAsia="hi-IN" w:bidi="hi-IN"/>
    </w:rPr>
  </w:style>
  <w:style w:type="paragraph" w:styleId="Heading1">
    <w:name w:val="heading 1"/>
    <w:basedOn w:val="Normal"/>
    <w:next w:val="BodyText"/>
    <w:qFormat/>
    <w:rsid w:val="005124E6"/>
    <w:pPr>
      <w:keepNext/>
      <w:keepLines/>
      <w:spacing w:before="480" w:after="240"/>
      <w:outlineLvl w:val="0"/>
    </w:pPr>
    <w:rPr>
      <w:rFonts w:ascii="Trebuchet MS" w:eastAsia="Times New Roman" w:hAnsi="Trebuchet MS"/>
      <w:b/>
      <w:bCs/>
      <w:sz w:val="32"/>
      <w:szCs w:val="32"/>
    </w:rPr>
  </w:style>
  <w:style w:type="paragraph" w:styleId="Heading2">
    <w:name w:val="heading 2"/>
    <w:basedOn w:val="Normal"/>
    <w:next w:val="BodyText"/>
    <w:qFormat/>
    <w:rsid w:val="005124E6"/>
    <w:pPr>
      <w:keepNext/>
      <w:keepLines/>
      <w:numPr>
        <w:ilvl w:val="1"/>
        <w:numId w:val="1"/>
      </w:numPr>
      <w:spacing w:before="200"/>
      <w:outlineLvl w:val="1"/>
    </w:pPr>
    <w:rPr>
      <w:rFonts w:ascii="Trebuchet MS" w:hAnsi="Trebuchet MS"/>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5124E6"/>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5124E6"/>
    <w:rPr>
      <w:rFonts w:ascii="Trebuchet MS" w:hAnsi="Trebuchet MS"/>
      <w:b/>
      <w:bCs/>
      <w:sz w:val="24"/>
      <w:szCs w:val="26"/>
      <w:lang w:val="en-GB"/>
    </w:rPr>
  </w:style>
  <w:style w:type="character" w:customStyle="1" w:styleId="ListLabel1">
    <w:name w:val="ListLabel 1"/>
    <w:rsid w:val="005124E6"/>
    <w:rPr>
      <w:rFonts w:cs="Courier New"/>
    </w:rPr>
  </w:style>
  <w:style w:type="character" w:customStyle="1" w:styleId="ListLabel2">
    <w:name w:val="ListLabel 2"/>
    <w:rsid w:val="005124E6"/>
    <w:rPr>
      <w:sz w:val="20"/>
    </w:rPr>
  </w:style>
  <w:style w:type="paragraph" w:customStyle="1" w:styleId="Heading">
    <w:name w:val="Heading"/>
    <w:basedOn w:val="Normal"/>
    <w:next w:val="BodyText"/>
    <w:rsid w:val="005124E6"/>
    <w:pPr>
      <w:keepNext/>
      <w:spacing w:before="240"/>
    </w:pPr>
    <w:rPr>
      <w:rFonts w:ascii="Arial" w:eastAsia="Microsoft YaHei" w:hAnsi="Arial" w:cs="Mangal"/>
      <w:sz w:val="28"/>
      <w:szCs w:val="28"/>
    </w:rPr>
  </w:style>
  <w:style w:type="paragraph" w:styleId="BodyText">
    <w:name w:val="Body Text"/>
    <w:basedOn w:val="Normal"/>
    <w:rsid w:val="005124E6"/>
    <w:rPr>
      <w:sz w:val="21"/>
    </w:rPr>
  </w:style>
  <w:style w:type="paragraph" w:styleId="List">
    <w:name w:val="List"/>
    <w:basedOn w:val="BodyText"/>
    <w:rsid w:val="005124E6"/>
    <w:rPr>
      <w:rFonts w:cs="Mangal"/>
    </w:rPr>
  </w:style>
  <w:style w:type="paragraph" w:styleId="Caption">
    <w:name w:val="caption"/>
    <w:basedOn w:val="Normal"/>
    <w:qFormat/>
    <w:rsid w:val="005124E6"/>
    <w:pPr>
      <w:suppressLineNumbers/>
      <w:spacing w:before="120"/>
    </w:pPr>
    <w:rPr>
      <w:rFonts w:cs="Mangal"/>
      <w:i/>
      <w:iCs/>
      <w:sz w:val="24"/>
    </w:rPr>
  </w:style>
  <w:style w:type="paragraph" w:customStyle="1" w:styleId="Index">
    <w:name w:val="Index"/>
    <w:basedOn w:val="Normal"/>
    <w:rsid w:val="005124E6"/>
    <w:pPr>
      <w:suppressLineNumbers/>
    </w:pPr>
    <w:rPr>
      <w:rFonts w:cs="Mangal"/>
    </w:rPr>
  </w:style>
  <w:style w:type="paragraph" w:styleId="ListParagraph">
    <w:name w:val="List Paragraph"/>
    <w:basedOn w:val="Normal"/>
    <w:qFormat/>
    <w:rsid w:val="005124E6"/>
    <w:pPr>
      <w:spacing w:before="0" w:after="200"/>
      <w:ind w:left="720"/>
    </w:pPr>
  </w:style>
  <w:style w:type="paragraph" w:customStyle="1" w:styleId="TableContents">
    <w:name w:val="Table Contents"/>
    <w:basedOn w:val="Normal"/>
    <w:rsid w:val="005124E6"/>
    <w:pPr>
      <w:suppressLineNumbers/>
    </w:pPr>
  </w:style>
  <w:style w:type="paragraph" w:styleId="BalloonText">
    <w:name w:val="Balloon Text"/>
    <w:basedOn w:val="Normal"/>
    <w:link w:val="BalloonTextChar"/>
    <w:uiPriority w:val="99"/>
    <w:semiHidden/>
    <w:unhideWhenUsed/>
    <w:rsid w:val="00F837FC"/>
    <w:pPr>
      <w:spacing w:before="0"/>
    </w:pPr>
    <w:rPr>
      <w:rFonts w:ascii="Tahoma" w:hAnsi="Tahoma" w:cs="Mangal"/>
      <w:sz w:val="16"/>
      <w:szCs w:val="14"/>
    </w:rPr>
  </w:style>
  <w:style w:type="character" w:customStyle="1" w:styleId="BalloonTextChar">
    <w:name w:val="Balloon Text Char"/>
    <w:basedOn w:val="DefaultParagraphFont"/>
    <w:link w:val="BalloonText"/>
    <w:uiPriority w:val="99"/>
    <w:semiHidden/>
    <w:rsid w:val="00F837FC"/>
    <w:rPr>
      <w:rFonts w:ascii="Tahoma" w:eastAsia="DejaVu Sans" w:hAnsi="Tahoma" w:cs="Mangal"/>
      <w:kern w:val="1"/>
      <w:sz w:val="16"/>
      <w:szCs w:val="14"/>
      <w:lang w:val="en-GB" w:eastAsia="hi-IN" w:bidi="hi-IN"/>
    </w:rPr>
  </w:style>
  <w:style w:type="paragraph" w:styleId="Header">
    <w:name w:val="header"/>
    <w:basedOn w:val="Normal"/>
    <w:link w:val="HeaderChar"/>
    <w:uiPriority w:val="99"/>
    <w:semiHidden/>
    <w:unhideWhenUsed/>
    <w:rsid w:val="00347FEF"/>
    <w:pPr>
      <w:tabs>
        <w:tab w:val="center" w:pos="4680"/>
        <w:tab w:val="right" w:pos="9360"/>
      </w:tabs>
      <w:spacing w:before="0"/>
    </w:pPr>
    <w:rPr>
      <w:rFonts w:cs="Mangal"/>
    </w:rPr>
  </w:style>
  <w:style w:type="character" w:customStyle="1" w:styleId="HeaderChar">
    <w:name w:val="Header Char"/>
    <w:basedOn w:val="DefaultParagraphFont"/>
    <w:link w:val="Header"/>
    <w:uiPriority w:val="99"/>
    <w:semiHidden/>
    <w:rsid w:val="00347FEF"/>
    <w:rPr>
      <w:rFonts w:eastAsia="DejaVu Sans" w:cs="Mangal"/>
      <w:kern w:val="1"/>
      <w:sz w:val="22"/>
      <w:szCs w:val="24"/>
      <w:lang w:val="en-GB" w:eastAsia="hi-IN" w:bidi="hi-IN"/>
    </w:rPr>
  </w:style>
  <w:style w:type="paragraph" w:styleId="Footer">
    <w:name w:val="footer"/>
    <w:basedOn w:val="Normal"/>
    <w:link w:val="FooterChar"/>
    <w:uiPriority w:val="99"/>
    <w:unhideWhenUsed/>
    <w:rsid w:val="00347FEF"/>
    <w:pPr>
      <w:tabs>
        <w:tab w:val="center" w:pos="4680"/>
        <w:tab w:val="right" w:pos="9360"/>
      </w:tabs>
      <w:spacing w:before="0"/>
    </w:pPr>
    <w:rPr>
      <w:rFonts w:cs="Mangal"/>
    </w:rPr>
  </w:style>
  <w:style w:type="character" w:customStyle="1" w:styleId="FooterChar">
    <w:name w:val="Footer Char"/>
    <w:basedOn w:val="DefaultParagraphFont"/>
    <w:link w:val="Footer"/>
    <w:uiPriority w:val="99"/>
    <w:rsid w:val="00347FEF"/>
    <w:rPr>
      <w:rFonts w:eastAsia="DejaVu Sans" w:cs="Mangal"/>
      <w:kern w:val="1"/>
      <w:sz w:val="22"/>
      <w:szCs w:val="24"/>
      <w:lang w:val="en-GB" w:eastAsia="hi-IN" w:bidi="hi-IN"/>
    </w:rPr>
  </w:style>
  <w:style w:type="paragraph" w:customStyle="1" w:styleId="WW-Default">
    <w:name w:val="WW-Default"/>
    <w:rsid w:val="00E47B34"/>
    <w:pPr>
      <w:widowControl w:val="0"/>
      <w:suppressAutoHyphens/>
    </w:pPr>
    <w:rPr>
      <w:rFonts w:eastAsia="DejaVu Sans" w:cs="DejaVu Sans"/>
      <w:kern w:val="1"/>
      <w:sz w:val="24"/>
      <w:szCs w:val="24"/>
      <w:lang w:val="en-GB" w:eastAsia="hi-IN" w:bidi="hi-IN"/>
    </w:rPr>
  </w:style>
  <w:style w:type="paragraph" w:customStyle="1" w:styleId="Default">
    <w:name w:val="Default"/>
    <w:rsid w:val="00011087"/>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3070574">
      <w:bodyDiv w:val="1"/>
      <w:marLeft w:val="0"/>
      <w:marRight w:val="0"/>
      <w:marTop w:val="0"/>
      <w:marBottom w:val="0"/>
      <w:divBdr>
        <w:top w:val="none" w:sz="0" w:space="0" w:color="auto"/>
        <w:left w:val="none" w:sz="0" w:space="0" w:color="auto"/>
        <w:bottom w:val="none" w:sz="0" w:space="0" w:color="auto"/>
        <w:right w:val="none" w:sz="0" w:space="0" w:color="auto"/>
      </w:divBdr>
      <w:divsChild>
        <w:div w:id="1908683813">
          <w:marLeft w:val="0"/>
          <w:marRight w:val="0"/>
          <w:marTop w:val="0"/>
          <w:marBottom w:val="0"/>
          <w:divBdr>
            <w:top w:val="none" w:sz="0" w:space="0" w:color="auto"/>
            <w:left w:val="none" w:sz="0" w:space="0" w:color="auto"/>
            <w:bottom w:val="none" w:sz="0" w:space="0" w:color="auto"/>
            <w:right w:val="none" w:sz="0" w:space="0" w:color="auto"/>
          </w:divBdr>
        </w:div>
      </w:divsChild>
    </w:div>
    <w:div w:id="132991905">
      <w:bodyDiv w:val="1"/>
      <w:marLeft w:val="0"/>
      <w:marRight w:val="0"/>
      <w:marTop w:val="0"/>
      <w:marBottom w:val="0"/>
      <w:divBdr>
        <w:top w:val="none" w:sz="0" w:space="0" w:color="auto"/>
        <w:left w:val="none" w:sz="0" w:space="0" w:color="auto"/>
        <w:bottom w:val="none" w:sz="0" w:space="0" w:color="auto"/>
        <w:right w:val="none" w:sz="0" w:space="0" w:color="auto"/>
      </w:divBdr>
      <w:divsChild>
        <w:div w:id="1501504648">
          <w:marLeft w:val="0"/>
          <w:marRight w:val="0"/>
          <w:marTop w:val="0"/>
          <w:marBottom w:val="0"/>
          <w:divBdr>
            <w:top w:val="none" w:sz="0" w:space="0" w:color="auto"/>
            <w:left w:val="none" w:sz="0" w:space="0" w:color="auto"/>
            <w:bottom w:val="none" w:sz="0" w:space="0" w:color="auto"/>
            <w:right w:val="none" w:sz="0" w:space="0" w:color="auto"/>
          </w:divBdr>
        </w:div>
        <w:div w:id="1953706527">
          <w:marLeft w:val="0"/>
          <w:marRight w:val="0"/>
          <w:marTop w:val="0"/>
          <w:marBottom w:val="0"/>
          <w:divBdr>
            <w:top w:val="none" w:sz="0" w:space="0" w:color="auto"/>
            <w:left w:val="none" w:sz="0" w:space="0" w:color="auto"/>
            <w:bottom w:val="none" w:sz="0" w:space="0" w:color="auto"/>
            <w:right w:val="none" w:sz="0" w:space="0" w:color="auto"/>
          </w:divBdr>
        </w:div>
      </w:divsChild>
    </w:div>
    <w:div w:id="218712747">
      <w:bodyDiv w:val="1"/>
      <w:marLeft w:val="0"/>
      <w:marRight w:val="0"/>
      <w:marTop w:val="0"/>
      <w:marBottom w:val="0"/>
      <w:divBdr>
        <w:top w:val="none" w:sz="0" w:space="0" w:color="auto"/>
        <w:left w:val="none" w:sz="0" w:space="0" w:color="auto"/>
        <w:bottom w:val="none" w:sz="0" w:space="0" w:color="auto"/>
        <w:right w:val="none" w:sz="0" w:space="0" w:color="auto"/>
      </w:divBdr>
      <w:divsChild>
        <w:div w:id="121462808">
          <w:marLeft w:val="0"/>
          <w:marRight w:val="0"/>
          <w:marTop w:val="0"/>
          <w:marBottom w:val="0"/>
          <w:divBdr>
            <w:top w:val="none" w:sz="0" w:space="0" w:color="auto"/>
            <w:left w:val="none" w:sz="0" w:space="0" w:color="auto"/>
            <w:bottom w:val="none" w:sz="0" w:space="0" w:color="auto"/>
            <w:right w:val="none" w:sz="0" w:space="0" w:color="auto"/>
          </w:divBdr>
        </w:div>
      </w:divsChild>
    </w:div>
    <w:div w:id="289633425">
      <w:bodyDiv w:val="1"/>
      <w:marLeft w:val="0"/>
      <w:marRight w:val="0"/>
      <w:marTop w:val="0"/>
      <w:marBottom w:val="0"/>
      <w:divBdr>
        <w:top w:val="none" w:sz="0" w:space="0" w:color="auto"/>
        <w:left w:val="none" w:sz="0" w:space="0" w:color="auto"/>
        <w:bottom w:val="none" w:sz="0" w:space="0" w:color="auto"/>
        <w:right w:val="none" w:sz="0" w:space="0" w:color="auto"/>
      </w:divBdr>
    </w:div>
    <w:div w:id="316300306">
      <w:bodyDiv w:val="1"/>
      <w:marLeft w:val="0"/>
      <w:marRight w:val="0"/>
      <w:marTop w:val="0"/>
      <w:marBottom w:val="0"/>
      <w:divBdr>
        <w:top w:val="none" w:sz="0" w:space="0" w:color="auto"/>
        <w:left w:val="none" w:sz="0" w:space="0" w:color="auto"/>
        <w:bottom w:val="none" w:sz="0" w:space="0" w:color="auto"/>
        <w:right w:val="none" w:sz="0" w:space="0" w:color="auto"/>
      </w:divBdr>
      <w:divsChild>
        <w:div w:id="705719688">
          <w:marLeft w:val="0"/>
          <w:marRight w:val="0"/>
          <w:marTop w:val="0"/>
          <w:marBottom w:val="0"/>
          <w:divBdr>
            <w:top w:val="none" w:sz="0" w:space="0" w:color="auto"/>
            <w:left w:val="none" w:sz="0" w:space="0" w:color="auto"/>
            <w:bottom w:val="none" w:sz="0" w:space="0" w:color="auto"/>
            <w:right w:val="none" w:sz="0" w:space="0" w:color="auto"/>
          </w:divBdr>
        </w:div>
        <w:div w:id="958678955">
          <w:marLeft w:val="0"/>
          <w:marRight w:val="0"/>
          <w:marTop w:val="0"/>
          <w:marBottom w:val="0"/>
          <w:divBdr>
            <w:top w:val="none" w:sz="0" w:space="0" w:color="auto"/>
            <w:left w:val="none" w:sz="0" w:space="0" w:color="auto"/>
            <w:bottom w:val="none" w:sz="0" w:space="0" w:color="auto"/>
            <w:right w:val="none" w:sz="0" w:space="0" w:color="auto"/>
          </w:divBdr>
        </w:div>
        <w:div w:id="1831292247">
          <w:marLeft w:val="0"/>
          <w:marRight w:val="0"/>
          <w:marTop w:val="0"/>
          <w:marBottom w:val="0"/>
          <w:divBdr>
            <w:top w:val="none" w:sz="0" w:space="0" w:color="auto"/>
            <w:left w:val="none" w:sz="0" w:space="0" w:color="auto"/>
            <w:bottom w:val="none" w:sz="0" w:space="0" w:color="auto"/>
            <w:right w:val="none" w:sz="0" w:space="0" w:color="auto"/>
          </w:divBdr>
        </w:div>
        <w:div w:id="1996298875">
          <w:marLeft w:val="0"/>
          <w:marRight w:val="0"/>
          <w:marTop w:val="0"/>
          <w:marBottom w:val="0"/>
          <w:divBdr>
            <w:top w:val="none" w:sz="0" w:space="0" w:color="auto"/>
            <w:left w:val="none" w:sz="0" w:space="0" w:color="auto"/>
            <w:bottom w:val="none" w:sz="0" w:space="0" w:color="auto"/>
            <w:right w:val="none" w:sz="0" w:space="0" w:color="auto"/>
          </w:divBdr>
        </w:div>
        <w:div w:id="2101638545">
          <w:marLeft w:val="0"/>
          <w:marRight w:val="0"/>
          <w:marTop w:val="0"/>
          <w:marBottom w:val="0"/>
          <w:divBdr>
            <w:top w:val="none" w:sz="0" w:space="0" w:color="auto"/>
            <w:left w:val="none" w:sz="0" w:space="0" w:color="auto"/>
            <w:bottom w:val="none" w:sz="0" w:space="0" w:color="auto"/>
            <w:right w:val="none" w:sz="0" w:space="0" w:color="auto"/>
          </w:divBdr>
        </w:div>
      </w:divsChild>
    </w:div>
    <w:div w:id="382563540">
      <w:bodyDiv w:val="1"/>
      <w:marLeft w:val="0"/>
      <w:marRight w:val="0"/>
      <w:marTop w:val="0"/>
      <w:marBottom w:val="0"/>
      <w:divBdr>
        <w:top w:val="none" w:sz="0" w:space="0" w:color="auto"/>
        <w:left w:val="none" w:sz="0" w:space="0" w:color="auto"/>
        <w:bottom w:val="none" w:sz="0" w:space="0" w:color="auto"/>
        <w:right w:val="none" w:sz="0" w:space="0" w:color="auto"/>
      </w:divBdr>
      <w:divsChild>
        <w:div w:id="1885560122">
          <w:marLeft w:val="0"/>
          <w:marRight w:val="0"/>
          <w:marTop w:val="0"/>
          <w:marBottom w:val="0"/>
          <w:divBdr>
            <w:top w:val="none" w:sz="0" w:space="0" w:color="auto"/>
            <w:left w:val="none" w:sz="0" w:space="0" w:color="auto"/>
            <w:bottom w:val="none" w:sz="0" w:space="0" w:color="auto"/>
            <w:right w:val="none" w:sz="0" w:space="0" w:color="auto"/>
          </w:divBdr>
        </w:div>
        <w:div w:id="2022005239">
          <w:marLeft w:val="0"/>
          <w:marRight w:val="0"/>
          <w:marTop w:val="0"/>
          <w:marBottom w:val="0"/>
          <w:divBdr>
            <w:top w:val="none" w:sz="0" w:space="0" w:color="auto"/>
            <w:left w:val="none" w:sz="0" w:space="0" w:color="auto"/>
            <w:bottom w:val="none" w:sz="0" w:space="0" w:color="auto"/>
            <w:right w:val="none" w:sz="0" w:space="0" w:color="auto"/>
          </w:divBdr>
        </w:div>
      </w:divsChild>
    </w:div>
    <w:div w:id="493491470">
      <w:bodyDiv w:val="1"/>
      <w:marLeft w:val="0"/>
      <w:marRight w:val="0"/>
      <w:marTop w:val="0"/>
      <w:marBottom w:val="0"/>
      <w:divBdr>
        <w:top w:val="none" w:sz="0" w:space="0" w:color="auto"/>
        <w:left w:val="none" w:sz="0" w:space="0" w:color="auto"/>
        <w:bottom w:val="none" w:sz="0" w:space="0" w:color="auto"/>
        <w:right w:val="none" w:sz="0" w:space="0" w:color="auto"/>
      </w:divBdr>
      <w:divsChild>
        <w:div w:id="445657667">
          <w:marLeft w:val="0"/>
          <w:marRight w:val="0"/>
          <w:marTop w:val="0"/>
          <w:marBottom w:val="0"/>
          <w:divBdr>
            <w:top w:val="none" w:sz="0" w:space="0" w:color="auto"/>
            <w:left w:val="none" w:sz="0" w:space="0" w:color="auto"/>
            <w:bottom w:val="none" w:sz="0" w:space="0" w:color="auto"/>
            <w:right w:val="none" w:sz="0" w:space="0" w:color="auto"/>
          </w:divBdr>
        </w:div>
        <w:div w:id="1214654901">
          <w:marLeft w:val="0"/>
          <w:marRight w:val="0"/>
          <w:marTop w:val="0"/>
          <w:marBottom w:val="0"/>
          <w:divBdr>
            <w:top w:val="none" w:sz="0" w:space="0" w:color="auto"/>
            <w:left w:val="none" w:sz="0" w:space="0" w:color="auto"/>
            <w:bottom w:val="none" w:sz="0" w:space="0" w:color="auto"/>
            <w:right w:val="none" w:sz="0" w:space="0" w:color="auto"/>
          </w:divBdr>
        </w:div>
      </w:divsChild>
    </w:div>
    <w:div w:id="498037893">
      <w:bodyDiv w:val="1"/>
      <w:marLeft w:val="0"/>
      <w:marRight w:val="0"/>
      <w:marTop w:val="0"/>
      <w:marBottom w:val="0"/>
      <w:divBdr>
        <w:top w:val="none" w:sz="0" w:space="0" w:color="auto"/>
        <w:left w:val="none" w:sz="0" w:space="0" w:color="auto"/>
        <w:bottom w:val="none" w:sz="0" w:space="0" w:color="auto"/>
        <w:right w:val="none" w:sz="0" w:space="0" w:color="auto"/>
      </w:divBdr>
      <w:divsChild>
        <w:div w:id="986517193">
          <w:marLeft w:val="0"/>
          <w:marRight w:val="0"/>
          <w:marTop w:val="0"/>
          <w:marBottom w:val="0"/>
          <w:divBdr>
            <w:top w:val="none" w:sz="0" w:space="0" w:color="auto"/>
            <w:left w:val="none" w:sz="0" w:space="0" w:color="auto"/>
            <w:bottom w:val="none" w:sz="0" w:space="0" w:color="auto"/>
            <w:right w:val="none" w:sz="0" w:space="0" w:color="auto"/>
          </w:divBdr>
        </w:div>
        <w:div w:id="1083183313">
          <w:marLeft w:val="0"/>
          <w:marRight w:val="0"/>
          <w:marTop w:val="0"/>
          <w:marBottom w:val="0"/>
          <w:divBdr>
            <w:top w:val="none" w:sz="0" w:space="0" w:color="auto"/>
            <w:left w:val="none" w:sz="0" w:space="0" w:color="auto"/>
            <w:bottom w:val="none" w:sz="0" w:space="0" w:color="auto"/>
            <w:right w:val="none" w:sz="0" w:space="0" w:color="auto"/>
          </w:divBdr>
        </w:div>
      </w:divsChild>
    </w:div>
    <w:div w:id="717752195">
      <w:bodyDiv w:val="1"/>
      <w:marLeft w:val="0"/>
      <w:marRight w:val="0"/>
      <w:marTop w:val="0"/>
      <w:marBottom w:val="0"/>
      <w:divBdr>
        <w:top w:val="none" w:sz="0" w:space="0" w:color="auto"/>
        <w:left w:val="none" w:sz="0" w:space="0" w:color="auto"/>
        <w:bottom w:val="none" w:sz="0" w:space="0" w:color="auto"/>
        <w:right w:val="none" w:sz="0" w:space="0" w:color="auto"/>
      </w:divBdr>
      <w:divsChild>
        <w:div w:id="1001081949">
          <w:marLeft w:val="0"/>
          <w:marRight w:val="0"/>
          <w:marTop w:val="0"/>
          <w:marBottom w:val="0"/>
          <w:divBdr>
            <w:top w:val="none" w:sz="0" w:space="0" w:color="auto"/>
            <w:left w:val="none" w:sz="0" w:space="0" w:color="auto"/>
            <w:bottom w:val="none" w:sz="0" w:space="0" w:color="auto"/>
            <w:right w:val="none" w:sz="0" w:space="0" w:color="auto"/>
          </w:divBdr>
        </w:div>
      </w:divsChild>
    </w:div>
    <w:div w:id="1253930063">
      <w:bodyDiv w:val="1"/>
      <w:marLeft w:val="0"/>
      <w:marRight w:val="0"/>
      <w:marTop w:val="0"/>
      <w:marBottom w:val="0"/>
      <w:divBdr>
        <w:top w:val="none" w:sz="0" w:space="0" w:color="auto"/>
        <w:left w:val="none" w:sz="0" w:space="0" w:color="auto"/>
        <w:bottom w:val="none" w:sz="0" w:space="0" w:color="auto"/>
        <w:right w:val="none" w:sz="0" w:space="0" w:color="auto"/>
      </w:divBdr>
      <w:divsChild>
        <w:div w:id="31616934">
          <w:marLeft w:val="0"/>
          <w:marRight w:val="0"/>
          <w:marTop w:val="0"/>
          <w:marBottom w:val="0"/>
          <w:divBdr>
            <w:top w:val="none" w:sz="0" w:space="0" w:color="auto"/>
            <w:left w:val="none" w:sz="0" w:space="0" w:color="auto"/>
            <w:bottom w:val="none" w:sz="0" w:space="0" w:color="auto"/>
            <w:right w:val="none" w:sz="0" w:space="0" w:color="auto"/>
          </w:divBdr>
        </w:div>
      </w:divsChild>
    </w:div>
    <w:div w:id="1322612611">
      <w:bodyDiv w:val="1"/>
      <w:marLeft w:val="0"/>
      <w:marRight w:val="0"/>
      <w:marTop w:val="0"/>
      <w:marBottom w:val="0"/>
      <w:divBdr>
        <w:top w:val="none" w:sz="0" w:space="0" w:color="auto"/>
        <w:left w:val="none" w:sz="0" w:space="0" w:color="auto"/>
        <w:bottom w:val="none" w:sz="0" w:space="0" w:color="auto"/>
        <w:right w:val="none" w:sz="0" w:space="0" w:color="auto"/>
      </w:divBdr>
      <w:divsChild>
        <w:div w:id="643391613">
          <w:marLeft w:val="0"/>
          <w:marRight w:val="0"/>
          <w:marTop w:val="0"/>
          <w:marBottom w:val="0"/>
          <w:divBdr>
            <w:top w:val="none" w:sz="0" w:space="0" w:color="auto"/>
            <w:left w:val="none" w:sz="0" w:space="0" w:color="auto"/>
            <w:bottom w:val="none" w:sz="0" w:space="0" w:color="auto"/>
            <w:right w:val="none" w:sz="0" w:space="0" w:color="auto"/>
          </w:divBdr>
        </w:div>
      </w:divsChild>
    </w:div>
    <w:div w:id="1523786255">
      <w:bodyDiv w:val="1"/>
      <w:marLeft w:val="0"/>
      <w:marRight w:val="0"/>
      <w:marTop w:val="0"/>
      <w:marBottom w:val="0"/>
      <w:divBdr>
        <w:top w:val="none" w:sz="0" w:space="0" w:color="auto"/>
        <w:left w:val="none" w:sz="0" w:space="0" w:color="auto"/>
        <w:bottom w:val="none" w:sz="0" w:space="0" w:color="auto"/>
        <w:right w:val="none" w:sz="0" w:space="0" w:color="auto"/>
      </w:divBdr>
      <w:divsChild>
        <w:div w:id="230817885">
          <w:marLeft w:val="0"/>
          <w:marRight w:val="0"/>
          <w:marTop w:val="0"/>
          <w:marBottom w:val="0"/>
          <w:divBdr>
            <w:top w:val="none" w:sz="0" w:space="0" w:color="auto"/>
            <w:left w:val="none" w:sz="0" w:space="0" w:color="auto"/>
            <w:bottom w:val="none" w:sz="0" w:space="0" w:color="auto"/>
            <w:right w:val="none" w:sz="0" w:space="0" w:color="auto"/>
          </w:divBdr>
        </w:div>
        <w:div w:id="895512500">
          <w:marLeft w:val="0"/>
          <w:marRight w:val="0"/>
          <w:marTop w:val="0"/>
          <w:marBottom w:val="0"/>
          <w:divBdr>
            <w:top w:val="none" w:sz="0" w:space="0" w:color="auto"/>
            <w:left w:val="none" w:sz="0" w:space="0" w:color="auto"/>
            <w:bottom w:val="none" w:sz="0" w:space="0" w:color="auto"/>
            <w:right w:val="none" w:sz="0" w:space="0" w:color="auto"/>
          </w:divBdr>
        </w:div>
        <w:div w:id="1710450787">
          <w:marLeft w:val="0"/>
          <w:marRight w:val="0"/>
          <w:marTop w:val="0"/>
          <w:marBottom w:val="0"/>
          <w:divBdr>
            <w:top w:val="none" w:sz="0" w:space="0" w:color="auto"/>
            <w:left w:val="none" w:sz="0" w:space="0" w:color="auto"/>
            <w:bottom w:val="none" w:sz="0" w:space="0" w:color="auto"/>
            <w:right w:val="none" w:sz="0" w:space="0" w:color="auto"/>
          </w:divBdr>
        </w:div>
        <w:div w:id="1925841656">
          <w:marLeft w:val="0"/>
          <w:marRight w:val="0"/>
          <w:marTop w:val="0"/>
          <w:marBottom w:val="0"/>
          <w:divBdr>
            <w:top w:val="none" w:sz="0" w:space="0" w:color="auto"/>
            <w:left w:val="none" w:sz="0" w:space="0" w:color="auto"/>
            <w:bottom w:val="none" w:sz="0" w:space="0" w:color="auto"/>
            <w:right w:val="none" w:sz="0" w:space="0" w:color="auto"/>
          </w:divBdr>
        </w:div>
        <w:div w:id="1997293963">
          <w:marLeft w:val="0"/>
          <w:marRight w:val="0"/>
          <w:marTop w:val="0"/>
          <w:marBottom w:val="0"/>
          <w:divBdr>
            <w:top w:val="none" w:sz="0" w:space="0" w:color="auto"/>
            <w:left w:val="none" w:sz="0" w:space="0" w:color="auto"/>
            <w:bottom w:val="none" w:sz="0" w:space="0" w:color="auto"/>
            <w:right w:val="none" w:sz="0" w:space="0" w:color="auto"/>
          </w:divBdr>
        </w:div>
      </w:divsChild>
    </w:div>
    <w:div w:id="1633318041">
      <w:bodyDiv w:val="1"/>
      <w:marLeft w:val="0"/>
      <w:marRight w:val="0"/>
      <w:marTop w:val="0"/>
      <w:marBottom w:val="0"/>
      <w:divBdr>
        <w:top w:val="none" w:sz="0" w:space="0" w:color="auto"/>
        <w:left w:val="none" w:sz="0" w:space="0" w:color="auto"/>
        <w:bottom w:val="none" w:sz="0" w:space="0" w:color="auto"/>
        <w:right w:val="none" w:sz="0" w:space="0" w:color="auto"/>
      </w:divBdr>
      <w:divsChild>
        <w:div w:id="420684084">
          <w:marLeft w:val="0"/>
          <w:marRight w:val="0"/>
          <w:marTop w:val="0"/>
          <w:marBottom w:val="0"/>
          <w:divBdr>
            <w:top w:val="none" w:sz="0" w:space="0" w:color="auto"/>
            <w:left w:val="none" w:sz="0" w:space="0" w:color="auto"/>
            <w:bottom w:val="none" w:sz="0" w:space="0" w:color="auto"/>
            <w:right w:val="none" w:sz="0" w:space="0" w:color="auto"/>
          </w:divBdr>
        </w:div>
      </w:divsChild>
    </w:div>
    <w:div w:id="1733194652">
      <w:bodyDiv w:val="1"/>
      <w:marLeft w:val="0"/>
      <w:marRight w:val="0"/>
      <w:marTop w:val="0"/>
      <w:marBottom w:val="0"/>
      <w:divBdr>
        <w:top w:val="none" w:sz="0" w:space="0" w:color="auto"/>
        <w:left w:val="none" w:sz="0" w:space="0" w:color="auto"/>
        <w:bottom w:val="none" w:sz="0" w:space="0" w:color="auto"/>
        <w:right w:val="none" w:sz="0" w:space="0" w:color="auto"/>
      </w:divBdr>
      <w:divsChild>
        <w:div w:id="1272082012">
          <w:marLeft w:val="0"/>
          <w:marRight w:val="0"/>
          <w:marTop w:val="0"/>
          <w:marBottom w:val="0"/>
          <w:divBdr>
            <w:top w:val="none" w:sz="0" w:space="0" w:color="auto"/>
            <w:left w:val="none" w:sz="0" w:space="0" w:color="auto"/>
            <w:bottom w:val="none" w:sz="0" w:space="0" w:color="auto"/>
            <w:right w:val="none" w:sz="0" w:space="0" w:color="auto"/>
          </w:divBdr>
        </w:div>
      </w:divsChild>
    </w:div>
    <w:div w:id="1760562081">
      <w:bodyDiv w:val="1"/>
      <w:marLeft w:val="0"/>
      <w:marRight w:val="0"/>
      <w:marTop w:val="0"/>
      <w:marBottom w:val="0"/>
      <w:divBdr>
        <w:top w:val="none" w:sz="0" w:space="0" w:color="auto"/>
        <w:left w:val="none" w:sz="0" w:space="0" w:color="auto"/>
        <w:bottom w:val="none" w:sz="0" w:space="0" w:color="auto"/>
        <w:right w:val="none" w:sz="0" w:space="0" w:color="auto"/>
      </w:divBdr>
      <w:divsChild>
        <w:div w:id="357590136">
          <w:marLeft w:val="0"/>
          <w:marRight w:val="0"/>
          <w:marTop w:val="0"/>
          <w:marBottom w:val="0"/>
          <w:divBdr>
            <w:top w:val="none" w:sz="0" w:space="0" w:color="auto"/>
            <w:left w:val="none" w:sz="0" w:space="0" w:color="auto"/>
            <w:bottom w:val="none" w:sz="0" w:space="0" w:color="auto"/>
            <w:right w:val="none" w:sz="0" w:space="0" w:color="auto"/>
          </w:divBdr>
        </w:div>
      </w:divsChild>
    </w:div>
    <w:div w:id="1785805264">
      <w:bodyDiv w:val="1"/>
      <w:marLeft w:val="0"/>
      <w:marRight w:val="0"/>
      <w:marTop w:val="0"/>
      <w:marBottom w:val="0"/>
      <w:divBdr>
        <w:top w:val="none" w:sz="0" w:space="0" w:color="auto"/>
        <w:left w:val="none" w:sz="0" w:space="0" w:color="auto"/>
        <w:bottom w:val="none" w:sz="0" w:space="0" w:color="auto"/>
        <w:right w:val="none" w:sz="0" w:space="0" w:color="auto"/>
      </w:divBdr>
      <w:divsChild>
        <w:div w:id="1874492567">
          <w:marLeft w:val="0"/>
          <w:marRight w:val="0"/>
          <w:marTop w:val="0"/>
          <w:marBottom w:val="0"/>
          <w:divBdr>
            <w:top w:val="none" w:sz="0" w:space="0" w:color="auto"/>
            <w:left w:val="none" w:sz="0" w:space="0" w:color="auto"/>
            <w:bottom w:val="none" w:sz="0" w:space="0" w:color="auto"/>
            <w:right w:val="none" w:sz="0" w:space="0" w:color="auto"/>
          </w:divBdr>
        </w:div>
      </w:divsChild>
    </w:div>
    <w:div w:id="1977372333">
      <w:bodyDiv w:val="1"/>
      <w:marLeft w:val="0"/>
      <w:marRight w:val="0"/>
      <w:marTop w:val="0"/>
      <w:marBottom w:val="0"/>
      <w:divBdr>
        <w:top w:val="none" w:sz="0" w:space="0" w:color="auto"/>
        <w:left w:val="none" w:sz="0" w:space="0" w:color="auto"/>
        <w:bottom w:val="none" w:sz="0" w:space="0" w:color="auto"/>
        <w:right w:val="none" w:sz="0" w:space="0" w:color="auto"/>
      </w:divBdr>
    </w:div>
    <w:div w:id="2025479305">
      <w:bodyDiv w:val="1"/>
      <w:marLeft w:val="0"/>
      <w:marRight w:val="0"/>
      <w:marTop w:val="0"/>
      <w:marBottom w:val="0"/>
      <w:divBdr>
        <w:top w:val="none" w:sz="0" w:space="0" w:color="auto"/>
        <w:left w:val="none" w:sz="0" w:space="0" w:color="auto"/>
        <w:bottom w:val="none" w:sz="0" w:space="0" w:color="auto"/>
        <w:right w:val="none" w:sz="0" w:space="0" w:color="auto"/>
      </w:divBdr>
      <w:divsChild>
        <w:div w:id="2002654252">
          <w:marLeft w:val="0"/>
          <w:marRight w:val="0"/>
          <w:marTop w:val="0"/>
          <w:marBottom w:val="0"/>
          <w:divBdr>
            <w:top w:val="none" w:sz="0" w:space="0" w:color="auto"/>
            <w:left w:val="none" w:sz="0" w:space="0" w:color="auto"/>
            <w:bottom w:val="none" w:sz="0" w:space="0" w:color="auto"/>
            <w:right w:val="none" w:sz="0" w:space="0" w:color="auto"/>
          </w:divBdr>
        </w:div>
      </w:divsChild>
    </w:div>
    <w:div w:id="2093811999">
      <w:bodyDiv w:val="1"/>
      <w:marLeft w:val="0"/>
      <w:marRight w:val="0"/>
      <w:marTop w:val="0"/>
      <w:marBottom w:val="0"/>
      <w:divBdr>
        <w:top w:val="none" w:sz="0" w:space="0" w:color="auto"/>
        <w:left w:val="none" w:sz="0" w:space="0" w:color="auto"/>
        <w:bottom w:val="none" w:sz="0" w:space="0" w:color="auto"/>
        <w:right w:val="none" w:sz="0" w:space="0" w:color="auto"/>
      </w:divBdr>
      <w:divsChild>
        <w:div w:id="1967855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ocuments\CCAFS%20reports\TEMPLATE%20FOR%20CCAFS%20REPOR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23438-DA50-4D3E-8C09-1426A2C1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 CCAFS REPORTS</Template>
  <TotalTime>113</TotalTime>
  <Pages>6</Pages>
  <Words>2135</Words>
  <Characters>12174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12</cp:revision>
  <cp:lastPrinted>2013-11-26T13:28:00Z</cp:lastPrinted>
  <dcterms:created xsi:type="dcterms:W3CDTF">2013-11-26T12:42:00Z</dcterms:created>
  <dcterms:modified xsi:type="dcterms:W3CDTF">2014-01-06T21:35:00Z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